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B6FEE" w14:textId="5A009B21" w:rsidR="00FE1920" w:rsidRPr="00C950DB" w:rsidRDefault="00FE1920" w:rsidP="002346DD">
      <w:pPr>
        <w:jc w:val="both"/>
        <w:rPr>
          <w:rFonts w:asciiTheme="minorHAnsi" w:hAnsiTheme="minorHAnsi"/>
          <w:b/>
        </w:rPr>
      </w:pPr>
      <w:bookmarkStart w:id="0" w:name="_GoBack"/>
      <w:bookmarkEnd w:id="0"/>
    </w:p>
    <w:p w14:paraId="31D4E70F" w14:textId="20D6E4A5" w:rsidR="0085415A" w:rsidRPr="00C950DB" w:rsidRDefault="0085415A" w:rsidP="002346DD">
      <w:pPr>
        <w:jc w:val="both"/>
        <w:rPr>
          <w:rFonts w:asciiTheme="minorHAnsi" w:hAnsiTheme="minorHAnsi"/>
          <w:b/>
        </w:rPr>
      </w:pPr>
    </w:p>
    <w:p w14:paraId="1CD1CCF6" w14:textId="77777777" w:rsidR="005D5093" w:rsidRPr="00C950DB" w:rsidRDefault="005D5093" w:rsidP="002346DD">
      <w:pPr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 xml:space="preserve">Izba Administracji Skarbowej </w:t>
      </w:r>
    </w:p>
    <w:p w14:paraId="37B0C87E" w14:textId="77777777" w:rsidR="002346DD" w:rsidRPr="00C950DB" w:rsidRDefault="005D5093" w:rsidP="002346DD">
      <w:pPr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  <w:b/>
        </w:rPr>
        <w:t>w Kielcach</w:t>
      </w:r>
    </w:p>
    <w:p w14:paraId="14085C6C" w14:textId="77777777" w:rsidR="00FE1920" w:rsidRPr="00C950DB" w:rsidRDefault="00FE1920" w:rsidP="003410D9">
      <w:pPr>
        <w:tabs>
          <w:tab w:val="left" w:pos="1022"/>
        </w:tabs>
        <w:rPr>
          <w:rFonts w:asciiTheme="minorHAnsi" w:hAnsiTheme="minorHAnsi"/>
        </w:rPr>
      </w:pPr>
    </w:p>
    <w:p w14:paraId="1FCE5C20" w14:textId="22BF3B48" w:rsidR="003725C8" w:rsidRPr="00C950DB" w:rsidRDefault="002346DD" w:rsidP="003410D9">
      <w:pPr>
        <w:tabs>
          <w:tab w:val="left" w:pos="1022"/>
        </w:tabs>
        <w:rPr>
          <w:rFonts w:asciiTheme="minorHAnsi" w:eastAsia="Times New Roman" w:hAnsiTheme="minorHAnsi"/>
          <w:b/>
          <w:lang w:eastAsia="pl-PL"/>
        </w:rPr>
      </w:pPr>
      <w:r w:rsidRPr="00C950DB">
        <w:rPr>
          <w:rFonts w:asciiTheme="minorHAnsi" w:hAnsiTheme="minorHAnsi"/>
        </w:rPr>
        <w:t>Znak sprawy:</w:t>
      </w:r>
      <w:r w:rsidR="003A7CCC">
        <w:rPr>
          <w:rFonts w:asciiTheme="minorHAnsi" w:hAnsiTheme="minorHAnsi"/>
        </w:rPr>
        <w:t xml:space="preserve"> 2601-ILL.261.</w:t>
      </w:r>
      <w:r w:rsidR="000463F3">
        <w:rPr>
          <w:rFonts w:asciiTheme="minorHAnsi" w:hAnsiTheme="minorHAnsi"/>
        </w:rPr>
        <w:t>96.2025</w:t>
      </w:r>
      <w:r w:rsidR="009725E7" w:rsidRPr="00C950DB">
        <w:rPr>
          <w:rFonts w:asciiTheme="minorHAnsi" w:hAnsiTheme="minorHAnsi"/>
        </w:rPr>
        <w:tab/>
      </w:r>
    </w:p>
    <w:p w14:paraId="4AB0F6A4" w14:textId="77777777" w:rsidR="003410D9" w:rsidRPr="00C950DB" w:rsidRDefault="003410D9" w:rsidP="003410D9">
      <w:pPr>
        <w:tabs>
          <w:tab w:val="left" w:pos="1022"/>
        </w:tabs>
        <w:rPr>
          <w:rFonts w:asciiTheme="minorHAnsi" w:eastAsia="Times New Roman" w:hAnsiTheme="minorHAnsi"/>
          <w:b/>
          <w:lang w:eastAsia="pl-PL"/>
        </w:rPr>
      </w:pPr>
    </w:p>
    <w:p w14:paraId="01F2C235" w14:textId="19ABD319" w:rsidR="00DE6350" w:rsidRPr="00C950DB" w:rsidRDefault="002346DD" w:rsidP="0094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tabs>
          <w:tab w:val="left" w:pos="1022"/>
        </w:tabs>
        <w:jc w:val="center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 xml:space="preserve">FORMULARZ OFERTOWY </w:t>
      </w:r>
    </w:p>
    <w:p w14:paraId="2AEDA91D" w14:textId="77777777" w:rsidR="002540A8" w:rsidRPr="00C950DB" w:rsidRDefault="002540A8" w:rsidP="00407B0B">
      <w:pPr>
        <w:tabs>
          <w:tab w:val="left" w:pos="1022"/>
        </w:tabs>
        <w:spacing w:line="276" w:lineRule="auto"/>
        <w:jc w:val="both"/>
        <w:rPr>
          <w:rFonts w:asciiTheme="minorHAnsi" w:hAnsiTheme="minorHAnsi"/>
        </w:rPr>
      </w:pPr>
    </w:p>
    <w:p w14:paraId="7DA46255" w14:textId="09D959B8" w:rsidR="00C714E4" w:rsidRPr="00C950DB" w:rsidRDefault="00B16348" w:rsidP="007E2141">
      <w:pPr>
        <w:tabs>
          <w:tab w:val="left" w:pos="1022"/>
        </w:tabs>
        <w:spacing w:line="276" w:lineRule="auto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w </w:t>
      </w:r>
      <w:r w:rsidR="00AC6AAC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na:</w:t>
      </w:r>
      <w:r w:rsidR="00434C67" w:rsidRPr="00C950DB">
        <w:rPr>
          <w:rFonts w:asciiTheme="minorHAnsi" w:hAnsiTheme="minorHAnsi"/>
        </w:rPr>
        <w:t xml:space="preserve"> </w:t>
      </w:r>
      <w:r w:rsidR="00AC6AAC" w:rsidRPr="00C950DB">
        <w:rPr>
          <w:rFonts w:asciiTheme="minorHAnsi" w:hAnsiTheme="minorHAnsi"/>
          <w:b/>
        </w:rPr>
        <w:t>„</w:t>
      </w:r>
      <w:r w:rsidR="0094499A" w:rsidRPr="00C950DB">
        <w:rPr>
          <w:rFonts w:asciiTheme="minorHAnsi" w:hAnsiTheme="minorHAnsi"/>
          <w:b/>
        </w:rPr>
        <w:t xml:space="preserve">Usługi telekomunikacyjne w zakresie </w:t>
      </w:r>
      <w:r w:rsidR="005D5EE0" w:rsidRPr="00C950DB">
        <w:rPr>
          <w:rFonts w:asciiTheme="minorHAnsi" w:hAnsiTheme="minorHAnsi"/>
          <w:b/>
        </w:rPr>
        <w:t>telefonii</w:t>
      </w:r>
      <w:r w:rsidR="0094499A" w:rsidRPr="00C950DB">
        <w:rPr>
          <w:rFonts w:asciiTheme="minorHAnsi" w:hAnsiTheme="minorHAnsi"/>
          <w:b/>
        </w:rPr>
        <w:t xml:space="preserve"> stacjonarnej dla Izby Administrac</w:t>
      </w:r>
      <w:r w:rsidR="003A7CCC">
        <w:rPr>
          <w:rFonts w:asciiTheme="minorHAnsi" w:hAnsiTheme="minorHAnsi"/>
          <w:b/>
        </w:rPr>
        <w:t>ji Skarbowej</w:t>
      </w:r>
      <w:r w:rsidR="00951576">
        <w:rPr>
          <w:rFonts w:asciiTheme="minorHAnsi" w:hAnsiTheme="minorHAnsi"/>
          <w:b/>
        </w:rPr>
        <w:t xml:space="preserve"> w Kielc</w:t>
      </w:r>
      <w:r w:rsidR="000463F3">
        <w:rPr>
          <w:rFonts w:asciiTheme="minorHAnsi" w:hAnsiTheme="minorHAnsi"/>
          <w:b/>
        </w:rPr>
        <w:t>ach w okresie od 1 stycznia 2026</w:t>
      </w:r>
      <w:r w:rsidR="003A7CCC">
        <w:rPr>
          <w:rFonts w:asciiTheme="minorHAnsi" w:hAnsiTheme="minorHAnsi"/>
          <w:b/>
        </w:rPr>
        <w:t xml:space="preserve"> do 31 grudnia </w:t>
      </w:r>
      <w:r w:rsidR="000463F3">
        <w:rPr>
          <w:rFonts w:asciiTheme="minorHAnsi" w:hAnsiTheme="minorHAnsi"/>
          <w:b/>
        </w:rPr>
        <w:t>2027</w:t>
      </w:r>
      <w:r w:rsidR="003A7CCC">
        <w:rPr>
          <w:rFonts w:asciiTheme="minorHAnsi" w:hAnsiTheme="minorHAnsi"/>
          <w:b/>
        </w:rPr>
        <w:t xml:space="preserve"> roku</w:t>
      </w:r>
      <w:r w:rsidR="0094499A" w:rsidRPr="00C950DB">
        <w:rPr>
          <w:rFonts w:asciiTheme="minorHAnsi" w:hAnsiTheme="minorHAnsi"/>
          <w:b/>
        </w:rPr>
        <w:t>”.</w:t>
      </w:r>
    </w:p>
    <w:p w14:paraId="2D3826CF" w14:textId="77777777" w:rsidR="002540A8" w:rsidRPr="00C950DB" w:rsidRDefault="002540A8" w:rsidP="007E2141">
      <w:pPr>
        <w:tabs>
          <w:tab w:val="left" w:pos="1022"/>
        </w:tabs>
        <w:spacing w:line="276" w:lineRule="auto"/>
        <w:jc w:val="both"/>
        <w:rPr>
          <w:rFonts w:asciiTheme="minorHAnsi" w:hAnsiTheme="minorHAnsi"/>
          <w:b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811"/>
      </w:tblGrid>
      <w:tr w:rsidR="007743AB" w:rsidRPr="00C950DB" w14:paraId="131FFAA9" w14:textId="77777777" w:rsidTr="007743AB">
        <w:trPr>
          <w:trHeight w:val="27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884" w14:textId="77777777" w:rsidR="007743AB" w:rsidRPr="00C950DB" w:rsidRDefault="007743AB" w:rsidP="007743AB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Dane wykonawcy</w:t>
            </w:r>
          </w:p>
        </w:tc>
      </w:tr>
      <w:tr w:rsidR="007743AB" w:rsidRPr="00C950DB" w14:paraId="398DBB9B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DC8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Nazwa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1C8E59" w14:textId="03BA78FA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4E004DDE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09E5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7F4ED7" w14:textId="23BFCBF7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61D4CD7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2D97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 do korespondencji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B9E1EE" w14:textId="10007E9A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2A22E955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A4B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NIP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D15E7D" w14:textId="7E059270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69C66455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288A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REGON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45F49F" w14:textId="36CFD13E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7787E030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F25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Imię i nazwisko osoby upoważnionej do kontaktów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759953" w14:textId="5D9B096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A2FC98C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85E1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Nr telefonu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0CC6B4" w14:textId="1FC53C2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DC9E043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D7C0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Nr faksu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88BD0F" w14:textId="6CA1FF7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6D232826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2ED4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 e-mail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EA2F3F" w14:textId="1DD304ED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</w:tbl>
    <w:p w14:paraId="5249B84C" w14:textId="604A128B" w:rsidR="00C714E4" w:rsidRPr="00C950DB" w:rsidRDefault="00C714E4" w:rsidP="00982D73">
      <w:pPr>
        <w:jc w:val="both"/>
        <w:rPr>
          <w:rFonts w:asciiTheme="minorHAnsi" w:eastAsiaTheme="minorHAnsi" w:hAnsiTheme="minorHAnsi"/>
        </w:rPr>
      </w:pPr>
    </w:p>
    <w:p w14:paraId="14B64D65" w14:textId="30C3C893" w:rsidR="007743AB" w:rsidRPr="00C950DB" w:rsidRDefault="007743AB" w:rsidP="00982D73">
      <w:pPr>
        <w:jc w:val="both"/>
        <w:rPr>
          <w:rFonts w:asciiTheme="minorHAnsi" w:eastAsiaTheme="minorHAnsi" w:hAnsiTheme="minorHAnsi"/>
        </w:rPr>
      </w:pPr>
    </w:p>
    <w:p w14:paraId="00EF9761" w14:textId="3BE3A3DE" w:rsidR="007743AB" w:rsidRPr="00C950DB" w:rsidRDefault="007743AB" w:rsidP="00A01FA4">
      <w:pPr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Przystępując do udziału w </w:t>
      </w:r>
      <w:r w:rsidR="00990E08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na „</w:t>
      </w:r>
      <w:r w:rsidR="009574A1" w:rsidRPr="00C950DB">
        <w:rPr>
          <w:rFonts w:asciiTheme="minorHAnsi" w:hAnsiTheme="minorHAnsi"/>
          <w:b/>
        </w:rPr>
        <w:t>Usługi telekomunikacyjne w zakresie telefonii stacjonarnej dla Izby Administracji Skarbo</w:t>
      </w:r>
      <w:r w:rsidR="003A7CCC">
        <w:rPr>
          <w:rFonts w:asciiTheme="minorHAnsi" w:hAnsiTheme="minorHAnsi"/>
          <w:b/>
        </w:rPr>
        <w:t>wej</w:t>
      </w:r>
      <w:r w:rsidR="00951576">
        <w:rPr>
          <w:rFonts w:asciiTheme="minorHAnsi" w:hAnsiTheme="minorHAnsi"/>
          <w:b/>
        </w:rPr>
        <w:t xml:space="preserve"> w Kielc</w:t>
      </w:r>
      <w:r w:rsidR="000463F3">
        <w:rPr>
          <w:rFonts w:asciiTheme="minorHAnsi" w:hAnsiTheme="minorHAnsi"/>
          <w:b/>
        </w:rPr>
        <w:t>ach w okresie od 1 stycznia 2026</w:t>
      </w:r>
      <w:r w:rsidR="003A7CCC">
        <w:rPr>
          <w:rFonts w:asciiTheme="minorHAnsi" w:hAnsiTheme="minorHAnsi"/>
          <w:b/>
        </w:rPr>
        <w:t xml:space="preserve"> do 31 grudnia </w:t>
      </w:r>
      <w:r w:rsidR="000463F3">
        <w:rPr>
          <w:rFonts w:asciiTheme="minorHAnsi" w:hAnsiTheme="minorHAnsi"/>
          <w:b/>
        </w:rPr>
        <w:t>2027</w:t>
      </w:r>
      <w:r w:rsidR="003A7CCC">
        <w:rPr>
          <w:rFonts w:asciiTheme="minorHAnsi" w:hAnsiTheme="minorHAnsi"/>
          <w:b/>
        </w:rPr>
        <w:t xml:space="preserve"> roku</w:t>
      </w:r>
      <w:r w:rsidRPr="00C950DB">
        <w:rPr>
          <w:rFonts w:asciiTheme="minorHAnsi" w:hAnsiTheme="minorHAnsi"/>
        </w:rPr>
        <w:t>”, działając w imieniu i na rzecz Wykonawcy składam ofertę:</w:t>
      </w:r>
    </w:p>
    <w:p w14:paraId="1D8D9F3A" w14:textId="32E7FA88" w:rsidR="00A01FA4" w:rsidRPr="00C950DB" w:rsidRDefault="00A01FA4" w:rsidP="00A01FA4">
      <w:pPr>
        <w:jc w:val="both"/>
        <w:rPr>
          <w:rFonts w:asciiTheme="minorHAnsi" w:hAnsiTheme="minorHAnsi"/>
        </w:rPr>
      </w:pPr>
    </w:p>
    <w:p w14:paraId="694C11E6" w14:textId="782A06AA" w:rsidR="009B21AB" w:rsidRPr="00C950DB" w:rsidRDefault="00345BF8" w:rsidP="007C19DD">
      <w:pPr>
        <w:pStyle w:val="pgraf"/>
        <w:numPr>
          <w:ilvl w:val="0"/>
          <w:numId w:val="112"/>
        </w:numPr>
        <w:spacing w:before="0" w:after="0" w:line="240" w:lineRule="auto"/>
        <w:ind w:left="426" w:hanging="426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O</w:t>
      </w:r>
      <w:r w:rsidR="007743AB" w:rsidRPr="00C950DB">
        <w:rPr>
          <w:rFonts w:asciiTheme="minorHAnsi" w:hAnsiTheme="minorHAnsi"/>
        </w:rPr>
        <w:t>feruję wykonanie przedmiotu zamówienia, zgodnie z wymogami określonymi w </w:t>
      </w:r>
      <w:r w:rsidR="009574A1" w:rsidRPr="00C950DB">
        <w:rPr>
          <w:rFonts w:asciiTheme="minorHAnsi" w:hAnsiTheme="minorHAnsi"/>
        </w:rPr>
        <w:t xml:space="preserve"> </w:t>
      </w:r>
      <w:r w:rsidR="005D5EE0" w:rsidRPr="00C950DB">
        <w:rPr>
          <w:rFonts w:asciiTheme="minorHAnsi" w:hAnsiTheme="minorHAnsi"/>
        </w:rPr>
        <w:t>z</w:t>
      </w:r>
      <w:r w:rsidR="007743AB" w:rsidRPr="00C950DB">
        <w:rPr>
          <w:rFonts w:asciiTheme="minorHAnsi" w:hAnsiTheme="minorHAnsi"/>
        </w:rPr>
        <w:t xml:space="preserve">apytaniu ofertowym, w tym we wzorze umowy, za cenę </w:t>
      </w:r>
      <w:r w:rsidR="009574A1" w:rsidRPr="00C950DB">
        <w:rPr>
          <w:rFonts w:asciiTheme="minorHAnsi" w:hAnsiTheme="minorHAnsi"/>
        </w:rPr>
        <w:t>za 1 (jedną) minutę połączenia w naliczaniu sekundowym na telefony stacjonarne w Polsce i do wszystkich sieci komórkowych w Polsce:</w:t>
      </w:r>
    </w:p>
    <w:p w14:paraId="0705A5F0" w14:textId="77777777" w:rsidR="009574A1" w:rsidRPr="00C950DB" w:rsidRDefault="009574A1" w:rsidP="009574A1">
      <w:pPr>
        <w:rPr>
          <w:rFonts w:asciiTheme="minorHAnsi" w:hAnsiTheme="minorHAnsi"/>
          <w:lang w:eastAsia="pl-PL"/>
        </w:rPr>
      </w:pPr>
    </w:p>
    <w:tbl>
      <w:tblPr>
        <w:tblStyle w:val="Tabela-Siatka"/>
        <w:tblW w:w="9579" w:type="dxa"/>
        <w:tblInd w:w="-5" w:type="dxa"/>
        <w:tblLook w:val="04A0" w:firstRow="1" w:lastRow="0" w:firstColumn="1" w:lastColumn="0" w:noHBand="0" w:noVBand="1"/>
      </w:tblPr>
      <w:tblGrid>
        <w:gridCol w:w="9579"/>
      </w:tblGrid>
      <w:tr w:rsidR="00672BE4" w:rsidRPr="00C950DB" w14:paraId="3C0A5FEF" w14:textId="77777777" w:rsidTr="00C97AE4">
        <w:trPr>
          <w:trHeight w:val="2283"/>
        </w:trPr>
        <w:tc>
          <w:tcPr>
            <w:tcW w:w="9579" w:type="dxa"/>
          </w:tcPr>
          <w:p w14:paraId="11847242" w14:textId="1A78F2B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lastRenderedPageBreak/>
              <w:t xml:space="preserve">Wartość netto za 1 minutę połączenia     …………. zł </w:t>
            </w:r>
          </w:p>
          <w:p w14:paraId="38FDD54E" w14:textId="1D864B4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 xml:space="preserve">+ VAT w kwocie                                    </w:t>
            </w:r>
            <w:r w:rsidR="004C67A6">
              <w:rPr>
                <w:rFonts w:asciiTheme="minorHAnsi" w:hAnsiTheme="minorHAnsi"/>
              </w:rPr>
              <w:t xml:space="preserve">       </w:t>
            </w:r>
            <w:r w:rsidRPr="00C950DB">
              <w:rPr>
                <w:rFonts w:asciiTheme="minorHAnsi" w:hAnsiTheme="minorHAnsi"/>
              </w:rPr>
              <w:t xml:space="preserve">  …………. zł (stawka Vat ………%)</w:t>
            </w:r>
          </w:p>
          <w:p w14:paraId="40AED0CA" w14:textId="194D2F8E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</w:p>
          <w:p w14:paraId="35628DF9" w14:textId="7CECAA84" w:rsidR="00641BB7" w:rsidRPr="00C950DB" w:rsidRDefault="009574A1" w:rsidP="00C97AE4">
            <w:pPr>
              <w:spacing w:line="360" w:lineRule="auto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 xml:space="preserve">Cena brutto za 1 minutę połączenia:  </w:t>
            </w:r>
            <w:r w:rsidR="00641BB7" w:rsidRPr="00C950DB">
              <w:rPr>
                <w:rFonts w:asciiTheme="minorHAnsi" w:hAnsiTheme="minorHAnsi"/>
                <w:b/>
              </w:rPr>
              <w:t xml:space="preserve"> </w:t>
            </w:r>
            <w:r w:rsidRPr="00C950DB">
              <w:rPr>
                <w:rFonts w:asciiTheme="minorHAnsi" w:hAnsiTheme="minorHAnsi"/>
                <w:b/>
              </w:rPr>
              <w:t xml:space="preserve">  …………. </w:t>
            </w:r>
            <w:r w:rsidR="00641BB7" w:rsidRPr="00C950DB">
              <w:rPr>
                <w:rFonts w:asciiTheme="minorHAnsi" w:hAnsiTheme="minorHAnsi"/>
                <w:b/>
              </w:rPr>
              <w:t>z</w:t>
            </w:r>
            <w:r w:rsidRPr="00C950DB">
              <w:rPr>
                <w:rFonts w:asciiTheme="minorHAnsi" w:hAnsiTheme="minorHAnsi"/>
                <w:b/>
              </w:rPr>
              <w:t>ł</w:t>
            </w:r>
          </w:p>
          <w:p w14:paraId="155D230F" w14:textId="027B57E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Słownie brutto:  ………………………………………………………………..</w:t>
            </w:r>
          </w:p>
          <w:p w14:paraId="77E8E0F0" w14:textId="1B0564EF" w:rsidR="009574A1" w:rsidRPr="00C950DB" w:rsidRDefault="009574A1" w:rsidP="009574A1">
            <w:pPr>
              <w:spacing w:before="240"/>
              <w:rPr>
                <w:rFonts w:asciiTheme="minorHAnsi" w:hAnsiTheme="minorHAnsi"/>
                <w:b/>
              </w:rPr>
            </w:pPr>
          </w:p>
        </w:tc>
      </w:tr>
    </w:tbl>
    <w:p w14:paraId="13D6597A" w14:textId="5ADFC331" w:rsidR="0032022C" w:rsidRPr="00C950DB" w:rsidRDefault="00426168" w:rsidP="00426168">
      <w:pPr>
        <w:pStyle w:val="Akapitzlist"/>
        <w:numPr>
          <w:ilvl w:val="0"/>
          <w:numId w:val="112"/>
        </w:numPr>
        <w:spacing w:before="120" w:after="120"/>
        <w:ind w:left="284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Orientacyjna wartość całości oferty, w całym okresie obowiązywania umowy wynosi: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51"/>
        <w:gridCol w:w="1827"/>
        <w:gridCol w:w="1827"/>
        <w:gridCol w:w="1849"/>
        <w:gridCol w:w="1849"/>
      </w:tblGrid>
      <w:tr w:rsidR="00CD5BE2" w:rsidRPr="00C950DB" w14:paraId="4E9B9F7F" w14:textId="77777777" w:rsidTr="004C67A6">
        <w:trPr>
          <w:trHeight w:val="1100"/>
        </w:trPr>
        <w:tc>
          <w:tcPr>
            <w:tcW w:w="1897" w:type="dxa"/>
          </w:tcPr>
          <w:p w14:paraId="7EF729DE" w14:textId="6ACD6801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liczba minut połączeń ogółem w okresie obowiązywania umowy</w:t>
            </w:r>
          </w:p>
        </w:tc>
        <w:tc>
          <w:tcPr>
            <w:tcW w:w="1897" w:type="dxa"/>
          </w:tcPr>
          <w:p w14:paraId="6B0E1445" w14:textId="70FDEF57" w:rsidR="00C8073C" w:rsidRPr="004C67A6" w:rsidRDefault="00C8073C" w:rsidP="00C8073C">
            <w:pPr>
              <w:pStyle w:val="Akapitzlist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 xml:space="preserve">Cena netto         </w:t>
            </w:r>
            <w:r w:rsidR="009F7AD1" w:rsidRPr="004C67A6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4C67A6">
              <w:rPr>
                <w:rFonts w:asciiTheme="minorHAnsi" w:hAnsiTheme="minorHAnsi"/>
                <w:b/>
                <w:sz w:val="18"/>
                <w:szCs w:val="18"/>
              </w:rPr>
              <w:t xml:space="preserve">       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>za minutę połączenia oferowana przez Wykonawcę</w:t>
            </w:r>
          </w:p>
        </w:tc>
        <w:tc>
          <w:tcPr>
            <w:tcW w:w="1897" w:type="dxa"/>
          </w:tcPr>
          <w:p w14:paraId="162C8731" w14:textId="499FB505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Cena brutto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       </w:t>
            </w:r>
            <w:r w:rsidR="004C67A6">
              <w:rPr>
                <w:rFonts w:asciiTheme="minorHAnsi" w:hAnsiTheme="minorHAnsi"/>
                <w:sz w:val="18"/>
                <w:szCs w:val="18"/>
              </w:rPr>
              <w:t xml:space="preserve">      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za minutę połączenia oferowana przez Wykonawcę</w:t>
            </w:r>
          </w:p>
        </w:tc>
        <w:tc>
          <w:tcPr>
            <w:tcW w:w="1898" w:type="dxa"/>
          </w:tcPr>
          <w:p w14:paraId="3655148D" w14:textId="77777777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wartość oferty netto</w:t>
            </w:r>
          </w:p>
          <w:p w14:paraId="454B1A79" w14:textId="43DA6068" w:rsidR="00C8073C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sz w:val="18"/>
                <w:szCs w:val="18"/>
              </w:rPr>
              <w:t>w</w:t>
            </w:r>
            <w:r w:rsidR="00C8073C" w:rsidRPr="004C67A6">
              <w:rPr>
                <w:rFonts w:asciiTheme="minorHAnsi" w:hAnsiTheme="minorHAnsi"/>
                <w:sz w:val="18"/>
                <w:szCs w:val="18"/>
              </w:rPr>
              <w:t xml:space="preserve"> całym okresie obowiązywania umowy (kol. 1x2)</w:t>
            </w:r>
          </w:p>
        </w:tc>
        <w:tc>
          <w:tcPr>
            <w:tcW w:w="1898" w:type="dxa"/>
          </w:tcPr>
          <w:p w14:paraId="1B5F291B" w14:textId="275C30EB" w:rsidR="009F7AD1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wartość oferty brutto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D436C38" w14:textId="413DF2C1" w:rsidR="00C8073C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sz w:val="18"/>
                <w:szCs w:val="18"/>
              </w:rPr>
              <w:t>w całym okresie obowiązywania umowy (kol. 1x3)</w:t>
            </w:r>
          </w:p>
        </w:tc>
      </w:tr>
      <w:tr w:rsidR="00C8073C" w:rsidRPr="00C950DB" w14:paraId="3FBDA08D" w14:textId="77777777" w:rsidTr="00C8073C">
        <w:trPr>
          <w:trHeight w:val="87"/>
        </w:trPr>
        <w:tc>
          <w:tcPr>
            <w:tcW w:w="1897" w:type="dxa"/>
          </w:tcPr>
          <w:p w14:paraId="4342AE6B" w14:textId="452A84A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897" w:type="dxa"/>
          </w:tcPr>
          <w:p w14:paraId="702A0C32" w14:textId="2A74CB56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897" w:type="dxa"/>
          </w:tcPr>
          <w:p w14:paraId="1822C564" w14:textId="747B834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898" w:type="dxa"/>
          </w:tcPr>
          <w:p w14:paraId="08FB3E1C" w14:textId="1435413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898" w:type="dxa"/>
          </w:tcPr>
          <w:p w14:paraId="298A752A" w14:textId="35BBBC6E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5</w:t>
            </w:r>
          </w:p>
        </w:tc>
      </w:tr>
      <w:tr w:rsidR="00C8073C" w:rsidRPr="00C950DB" w14:paraId="7BD6D909" w14:textId="77777777" w:rsidTr="00C8073C">
        <w:tc>
          <w:tcPr>
            <w:tcW w:w="1897" w:type="dxa"/>
          </w:tcPr>
          <w:p w14:paraId="015B4C79" w14:textId="1903A0EC" w:rsidR="00CD5BE2" w:rsidRDefault="000463F3" w:rsidP="005478B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942 624</w:t>
            </w:r>
          </w:p>
          <w:p w14:paraId="68C52852" w14:textId="690F0C64" w:rsidR="005478B7" w:rsidRPr="00C950DB" w:rsidRDefault="005478B7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14:paraId="6EA8CF97" w14:textId="1EF77190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14:paraId="5D30D315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8" w:type="dxa"/>
          </w:tcPr>
          <w:p w14:paraId="351EB6F4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8" w:type="dxa"/>
          </w:tcPr>
          <w:p w14:paraId="765D7ED0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</w:tr>
    </w:tbl>
    <w:p w14:paraId="3D8AE351" w14:textId="01695492" w:rsidR="00C97AE4" w:rsidRPr="00C950DB" w:rsidRDefault="00C97AE4" w:rsidP="007743AB">
      <w:pPr>
        <w:spacing w:before="120" w:after="120"/>
        <w:jc w:val="both"/>
        <w:rPr>
          <w:rFonts w:asciiTheme="minorHAnsi" w:hAnsiTheme="minorHAnsi"/>
          <w:b/>
        </w:rPr>
      </w:pPr>
    </w:p>
    <w:p w14:paraId="4DBE256A" w14:textId="638B970B" w:rsidR="006A1F47" w:rsidRPr="00C950DB" w:rsidRDefault="00FF4C8F" w:rsidP="009B21AB">
      <w:pPr>
        <w:pStyle w:val="Akapitzlist"/>
        <w:numPr>
          <w:ilvl w:val="0"/>
          <w:numId w:val="112"/>
        </w:numPr>
        <w:tabs>
          <w:tab w:val="left" w:pos="426"/>
        </w:tabs>
        <w:spacing w:before="120"/>
        <w:ind w:left="426" w:hanging="426"/>
        <w:contextualSpacing/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>Jednocześnie, s</w:t>
      </w:r>
      <w:r w:rsidR="006A1F47" w:rsidRPr="00C950DB">
        <w:rPr>
          <w:rFonts w:asciiTheme="minorHAnsi" w:hAnsiTheme="minorHAnsi"/>
          <w:b/>
        </w:rPr>
        <w:t>kładając ofertę oświadczamy, że</w:t>
      </w:r>
      <w:r w:rsidRPr="00C950DB">
        <w:rPr>
          <w:rFonts w:asciiTheme="minorHAnsi" w:hAnsiTheme="minorHAnsi"/>
          <w:b/>
        </w:rPr>
        <w:t>:</w:t>
      </w:r>
    </w:p>
    <w:p w14:paraId="12AE2EED" w14:textId="3FBEF6F9" w:rsidR="006A1F47" w:rsidRPr="00C950DB" w:rsidRDefault="00D42892" w:rsidP="009B21AB">
      <w:pPr>
        <w:pStyle w:val="Akapitzlist"/>
        <w:numPr>
          <w:ilvl w:val="0"/>
          <w:numId w:val="107"/>
        </w:numPr>
        <w:tabs>
          <w:tab w:val="left" w:pos="851"/>
        </w:tabs>
        <w:ind w:left="851" w:hanging="425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cena</w:t>
      </w:r>
      <w:r w:rsidR="006A1F47" w:rsidRPr="00C950DB">
        <w:rPr>
          <w:rFonts w:asciiTheme="minorHAnsi" w:hAnsiTheme="minorHAnsi"/>
        </w:rPr>
        <w:t xml:space="preserve"> oferty</w:t>
      </w:r>
      <w:r w:rsidRPr="00C950DB">
        <w:rPr>
          <w:rFonts w:asciiTheme="minorHAnsi" w:hAnsiTheme="minorHAnsi"/>
        </w:rPr>
        <w:t xml:space="preserve"> wskazana</w:t>
      </w:r>
      <w:r w:rsidR="006A1F47" w:rsidRPr="00C950DB">
        <w:rPr>
          <w:rFonts w:asciiTheme="minorHAnsi" w:hAnsiTheme="minorHAnsi"/>
        </w:rPr>
        <w:t xml:space="preserve"> w formular</w:t>
      </w:r>
      <w:r w:rsidRPr="00C950DB">
        <w:rPr>
          <w:rFonts w:asciiTheme="minorHAnsi" w:hAnsiTheme="minorHAnsi"/>
        </w:rPr>
        <w:t>zu ofertowym dla zamówienia obejmuje</w:t>
      </w:r>
      <w:r w:rsidR="006A1F47" w:rsidRPr="00C950DB">
        <w:rPr>
          <w:rFonts w:asciiTheme="minorHAnsi" w:hAnsiTheme="minorHAnsi"/>
        </w:rPr>
        <w:t xml:space="preserve"> cały zakres przedmiotu zamówi</w:t>
      </w:r>
      <w:r w:rsidRPr="00C950DB">
        <w:rPr>
          <w:rFonts w:asciiTheme="minorHAnsi" w:hAnsiTheme="minorHAnsi"/>
        </w:rPr>
        <w:t>enia, wynikający z Zapytania ofertowego</w:t>
      </w:r>
      <w:r w:rsidR="006A1F47" w:rsidRPr="00C950DB">
        <w:rPr>
          <w:rFonts w:asciiTheme="minorHAnsi" w:hAnsiTheme="minorHAnsi"/>
        </w:rPr>
        <w:t xml:space="preserve"> wraz z załącznikami oraz uwzględnia wszystkie wymagane opłaty i koszty niezbędne do prawidłowego wykonania przedmiotu zamówienia bez względu na okoliczności i źródła ich powstania;</w:t>
      </w:r>
    </w:p>
    <w:p w14:paraId="557E3CB5" w14:textId="1D8EF2B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akceptuję termin realizacji przedmiotu zamówienia okre</w:t>
      </w:r>
      <w:r w:rsidR="00D42892" w:rsidRPr="00C950DB">
        <w:rPr>
          <w:rFonts w:asciiTheme="minorHAnsi" w:hAnsiTheme="minorHAnsi"/>
        </w:rPr>
        <w:t>ślony</w:t>
      </w:r>
      <w:r w:rsidR="006D7746" w:rsidRPr="00C950DB">
        <w:rPr>
          <w:rFonts w:asciiTheme="minorHAnsi" w:hAnsiTheme="minorHAnsi"/>
        </w:rPr>
        <w:t xml:space="preserve"> w Zapytaniu ofertowym</w:t>
      </w:r>
      <w:r w:rsidR="009B21AB" w:rsidRPr="00C950DB">
        <w:rPr>
          <w:rFonts w:asciiTheme="minorHAnsi" w:hAnsiTheme="minorHAnsi"/>
        </w:rPr>
        <w:t xml:space="preserve"> i w </w:t>
      </w:r>
      <w:r w:rsidRPr="00C950DB">
        <w:rPr>
          <w:rFonts w:asciiTheme="minorHAnsi" w:hAnsiTheme="minorHAnsi"/>
        </w:rPr>
        <w:t xml:space="preserve">przypadku wybrania mojej oferty, zobowiązuję się wykonać przedmiot zamówienia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w terminie</w:t>
      </w:r>
      <w:r w:rsidR="00D42892" w:rsidRPr="00C950DB">
        <w:rPr>
          <w:rFonts w:asciiTheme="minorHAnsi" w:hAnsiTheme="minorHAnsi"/>
        </w:rPr>
        <w:t xml:space="preserve"> </w:t>
      </w:r>
      <w:r w:rsidRPr="00C950DB">
        <w:rPr>
          <w:rFonts w:asciiTheme="minorHAnsi" w:hAnsiTheme="minorHAnsi"/>
        </w:rPr>
        <w:t>wskazanym</w:t>
      </w:r>
      <w:r w:rsidR="006A1F47" w:rsidRPr="00C950DB">
        <w:rPr>
          <w:rFonts w:asciiTheme="minorHAnsi" w:hAnsiTheme="minorHAnsi"/>
        </w:rPr>
        <w:t xml:space="preserve"> w </w:t>
      </w:r>
      <w:r w:rsidR="00D42892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i </w:t>
      </w:r>
      <w:r w:rsidR="00371AB0" w:rsidRPr="00C950DB">
        <w:rPr>
          <w:rFonts w:asciiTheme="minorHAnsi" w:hAnsiTheme="minorHAnsi"/>
        </w:rPr>
        <w:t xml:space="preserve">w </w:t>
      </w:r>
      <w:r w:rsidRPr="00C950DB">
        <w:rPr>
          <w:rFonts w:asciiTheme="minorHAnsi" w:hAnsiTheme="minorHAnsi"/>
        </w:rPr>
        <w:t>umowie</w:t>
      </w:r>
      <w:r w:rsidR="001339A7" w:rsidRPr="00C950DB">
        <w:rPr>
          <w:rFonts w:asciiTheme="minorHAnsi" w:hAnsiTheme="minorHAnsi"/>
        </w:rPr>
        <w:t>;</w:t>
      </w:r>
    </w:p>
    <w:p w14:paraId="01C27EF5" w14:textId="620AA7E1" w:rsidR="00C4396F" w:rsidRPr="00C950DB" w:rsidRDefault="004F7D94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zapoznałem się z</w:t>
      </w:r>
      <w:r w:rsidR="00D42892" w:rsidRPr="00C950DB">
        <w:rPr>
          <w:rFonts w:asciiTheme="minorHAnsi" w:hAnsiTheme="minorHAnsi"/>
        </w:rPr>
        <w:t xml:space="preserve"> Zapytaniem ofertowym</w:t>
      </w:r>
      <w:r w:rsidR="00C4396F" w:rsidRPr="00C950DB">
        <w:rPr>
          <w:rFonts w:asciiTheme="minorHAnsi" w:hAnsiTheme="minorHAnsi"/>
        </w:rPr>
        <w:t xml:space="preserve"> i nie wnoszę do </w:t>
      </w:r>
      <w:r w:rsidR="00D42892" w:rsidRPr="00C950DB">
        <w:rPr>
          <w:rFonts w:asciiTheme="minorHAnsi" w:hAnsiTheme="minorHAnsi"/>
        </w:rPr>
        <w:t>niego</w:t>
      </w:r>
      <w:r w:rsidR="00C4396F" w:rsidRPr="00C950DB">
        <w:rPr>
          <w:rFonts w:asciiTheme="minorHAnsi" w:hAnsiTheme="minorHAnsi"/>
        </w:rPr>
        <w:t xml:space="preserve"> zastrzeżeń, oraz zdobyłem konieczne informacje potrzebne do właściwego przygotowania oferty i wykonania zamówienia;</w:t>
      </w:r>
    </w:p>
    <w:p w14:paraId="4E66DAE4" w14:textId="5ABDE9D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uważam się za związanego niniejsz</w:t>
      </w:r>
      <w:r w:rsidR="00D42892" w:rsidRPr="00C950DB">
        <w:rPr>
          <w:rFonts w:asciiTheme="minorHAnsi" w:hAnsiTheme="minorHAnsi"/>
        </w:rPr>
        <w:t>ą ofertą na czas wskazany w Zapytaniu ofertowym</w:t>
      </w:r>
      <w:r w:rsidRPr="00C950DB">
        <w:rPr>
          <w:rFonts w:asciiTheme="minorHAnsi" w:hAnsiTheme="minorHAnsi"/>
        </w:rPr>
        <w:t xml:space="preserve">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tj. 30 dni od upływu terminu składania ofert;</w:t>
      </w:r>
    </w:p>
    <w:p w14:paraId="181EBFF6" w14:textId="49B40837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akceptuję wzór umowy stanowiący Załącznik nr </w:t>
      </w:r>
      <w:r w:rsidR="005D5EE0" w:rsidRPr="00C950DB">
        <w:rPr>
          <w:rFonts w:asciiTheme="minorHAnsi" w:hAnsiTheme="minorHAnsi"/>
        </w:rPr>
        <w:t>3</w:t>
      </w:r>
      <w:r w:rsidR="00D42892" w:rsidRPr="00C950DB">
        <w:rPr>
          <w:rFonts w:asciiTheme="minorHAnsi" w:hAnsiTheme="minorHAnsi"/>
        </w:rPr>
        <w:t xml:space="preserve"> do Zapytania ofertowego </w:t>
      </w:r>
      <w:r w:rsidR="006A1F47" w:rsidRPr="00C950DB">
        <w:rPr>
          <w:rFonts w:asciiTheme="minorHAnsi" w:hAnsiTheme="minorHAnsi"/>
        </w:rPr>
        <w:t xml:space="preserve">oraz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w przypadku wyboru mojej oferty zobowiązuję się do zawarcia umowy n</w:t>
      </w:r>
      <w:r w:rsidR="009B21AB" w:rsidRPr="00C950DB">
        <w:rPr>
          <w:rFonts w:asciiTheme="minorHAnsi" w:hAnsiTheme="minorHAnsi"/>
        </w:rPr>
        <w:t xml:space="preserve">a warunkach </w:t>
      </w:r>
      <w:r w:rsidR="00F04949">
        <w:rPr>
          <w:rFonts w:asciiTheme="minorHAnsi" w:hAnsiTheme="minorHAnsi"/>
        </w:rPr>
        <w:br/>
      </w:r>
      <w:r w:rsidR="009B21AB" w:rsidRPr="00C950DB">
        <w:rPr>
          <w:rFonts w:asciiTheme="minorHAnsi" w:hAnsiTheme="minorHAnsi"/>
        </w:rPr>
        <w:t>w nim określonych w </w:t>
      </w:r>
      <w:r w:rsidRPr="00C950DB">
        <w:rPr>
          <w:rFonts w:asciiTheme="minorHAnsi" w:hAnsiTheme="minorHAnsi"/>
        </w:rPr>
        <w:t>miejscu i terminie określonym przez Zamawiającego;</w:t>
      </w:r>
    </w:p>
    <w:p w14:paraId="7E19BB97" w14:textId="6759249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Yu Gothic UI Semibold" w:hAnsiTheme="minorHAnsi"/>
          <w:bCs/>
        </w:rPr>
        <w:t>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 – „RODO”, wobec osób fizycznych, od których dane osobowe bezpośrednio lub pośrednio pozyskałem w celu ubiegania się o udzielenie zamówienia publicz</w:t>
      </w:r>
      <w:r w:rsidR="001339A7" w:rsidRPr="00C950DB">
        <w:rPr>
          <w:rFonts w:asciiTheme="minorHAnsi" w:eastAsia="Yu Gothic UI Semibold" w:hAnsiTheme="minorHAnsi"/>
          <w:bCs/>
        </w:rPr>
        <w:t>nego w niniejszym postępowaniu.</w:t>
      </w:r>
    </w:p>
    <w:p w14:paraId="61DD3E38" w14:textId="77777777" w:rsidR="0070690C" w:rsidRPr="00C950DB" w:rsidRDefault="0070690C" w:rsidP="0070690C">
      <w:pPr>
        <w:widowControl w:val="0"/>
        <w:tabs>
          <w:tab w:val="left" w:pos="709"/>
        </w:tabs>
        <w:suppressAutoHyphens/>
        <w:spacing w:before="120" w:after="120"/>
        <w:ind w:left="709"/>
        <w:jc w:val="both"/>
        <w:textAlignment w:val="baseline"/>
        <w:rPr>
          <w:rFonts w:asciiTheme="minorHAnsi" w:hAnsiTheme="minorHAnsi"/>
        </w:rPr>
      </w:pPr>
    </w:p>
    <w:p w14:paraId="47CA59F4" w14:textId="43A5063C" w:rsidR="001339A7" w:rsidRPr="00C950DB" w:rsidRDefault="009B21AB" w:rsidP="009B21AB">
      <w:pPr>
        <w:pStyle w:val="Akapitzlist"/>
        <w:numPr>
          <w:ilvl w:val="0"/>
          <w:numId w:val="112"/>
        </w:numPr>
        <w:ind w:left="426" w:hanging="426"/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>Tajemnica przedsiębiorstwa.</w:t>
      </w:r>
    </w:p>
    <w:p w14:paraId="38E9C566" w14:textId="77777777" w:rsidR="0002356D" w:rsidRPr="00C950DB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rFonts w:asciiTheme="minorHAnsi" w:hAnsiTheme="minorHAnsi"/>
          <w:b/>
        </w:rPr>
      </w:pPr>
    </w:p>
    <w:p w14:paraId="7B46B923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hAnsiTheme="minorHAnsi"/>
        </w:rPr>
        <w:t>N</w:t>
      </w:r>
      <w:r w:rsidR="00C4396F" w:rsidRPr="00C950DB">
        <w:rPr>
          <w:rFonts w:asciiTheme="minorHAnsi" w:hAnsiTheme="minorHAnsi"/>
        </w:rPr>
        <w:t>iniejsza oferta</w:t>
      </w:r>
      <w:r w:rsidRPr="00C950DB">
        <w:rPr>
          <w:rFonts w:asciiTheme="minorHAnsi" w:eastAsia="Times New Roman" w:hAnsiTheme="minorHAnsi"/>
          <w:i/>
          <w:lang w:eastAsia="pl-PL"/>
        </w:rPr>
        <w:t xml:space="preserve"> </w:t>
      </w:r>
      <w:r w:rsidR="005508FA" w:rsidRPr="00C950DB">
        <w:rPr>
          <w:rFonts w:asciiTheme="minorHAnsi" w:eastAsia="Times New Roman" w:hAnsiTheme="minorHAnsi"/>
          <w:i/>
          <w:lang w:eastAsia="pl-PL"/>
        </w:rPr>
        <w:t>(</w:t>
      </w:r>
      <w:r w:rsidRPr="00C950DB">
        <w:rPr>
          <w:rFonts w:asciiTheme="minorHAnsi" w:eastAsia="Times New Roman" w:hAnsiTheme="minorHAnsi"/>
          <w:i/>
          <w:lang w:eastAsia="pl-PL"/>
        </w:rPr>
        <w:t>zaznaczyć właściwe)</w:t>
      </w:r>
      <w:r w:rsidRPr="00C950DB">
        <w:rPr>
          <w:rFonts w:asciiTheme="minorHAnsi" w:eastAsia="Times New Roman" w:hAnsiTheme="minorHAnsi"/>
          <w:lang w:eastAsia="pl-PL"/>
        </w:rPr>
        <w:t>:</w:t>
      </w:r>
    </w:p>
    <w:p w14:paraId="633960CF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2B43D106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="00202DFE" w:rsidRPr="00C950DB">
        <w:rPr>
          <w:rFonts w:asciiTheme="minorHAnsi" w:eastAsia="Times New Roman" w:hAnsiTheme="minorHAnsi"/>
          <w:lang w:eastAsia="pl-PL"/>
        </w:rPr>
        <w:t xml:space="preserve"> </w:t>
      </w:r>
      <w:r w:rsidR="00C4396F" w:rsidRPr="00C950DB">
        <w:rPr>
          <w:rFonts w:asciiTheme="minorHAnsi" w:hAnsiTheme="minorHAnsi"/>
        </w:rPr>
        <w:t>nie zawiera</w:t>
      </w:r>
    </w:p>
    <w:p w14:paraId="63B69544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6E89337B" w14:textId="77F912BF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="00C4396F" w:rsidRPr="00C950DB">
        <w:rPr>
          <w:rFonts w:asciiTheme="minorHAnsi" w:hAnsiTheme="minorHAnsi"/>
        </w:rPr>
        <w:t xml:space="preserve"> zawiera</w:t>
      </w:r>
      <w:r w:rsidRPr="00C950DB">
        <w:rPr>
          <w:rFonts w:asciiTheme="minorHAnsi" w:hAnsiTheme="minorHAnsi"/>
        </w:rPr>
        <w:t xml:space="preserve"> </w:t>
      </w:r>
    </w:p>
    <w:p w14:paraId="2088F776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418A346C" w14:textId="43DCCD1B" w:rsidR="00C4396F" w:rsidRPr="00C950DB" w:rsidRDefault="00C4396F" w:rsidP="009B21AB">
      <w:pPr>
        <w:widowControl w:val="0"/>
        <w:suppressAutoHyphens/>
        <w:ind w:left="426" w:hanging="5"/>
        <w:jc w:val="both"/>
        <w:textAlignment w:val="baseline"/>
        <w:rPr>
          <w:rFonts w:asciiTheme="minorHAnsi" w:hAnsiTheme="minorHAnsi"/>
          <w:i/>
        </w:rPr>
      </w:pPr>
      <w:r w:rsidRPr="00C950DB">
        <w:rPr>
          <w:rFonts w:asciiTheme="minorHAnsi" w:hAnsiTheme="minorHAnsi"/>
        </w:rPr>
        <w:t xml:space="preserve">informacje stanowiące </w:t>
      </w:r>
      <w:r w:rsidRPr="00C950DB">
        <w:rPr>
          <w:rFonts w:asciiTheme="minorHAnsi" w:hAnsiTheme="minorHAnsi"/>
          <w:b/>
        </w:rPr>
        <w:t>tajemnicę przedsiębiorstwa</w:t>
      </w:r>
      <w:r w:rsidRPr="00C950DB">
        <w:rPr>
          <w:rFonts w:asciiTheme="minorHAnsi" w:hAnsiTheme="minorHAnsi"/>
        </w:rPr>
        <w:t xml:space="preserve"> w rozumieniu prz</w:t>
      </w:r>
      <w:r w:rsidR="009B21AB" w:rsidRPr="00C950DB">
        <w:rPr>
          <w:rFonts w:asciiTheme="minorHAnsi" w:hAnsiTheme="minorHAnsi"/>
        </w:rPr>
        <w:t xml:space="preserve">episów o zwalczaniu nieuczciwej </w:t>
      </w:r>
      <w:r w:rsidRPr="00C950DB">
        <w:rPr>
          <w:rFonts w:asciiTheme="minorHAnsi" w:hAnsiTheme="minorHAnsi"/>
        </w:rPr>
        <w:t>konkurencji</w:t>
      </w:r>
      <w:r w:rsidR="00FE2980" w:rsidRPr="00C950DB">
        <w:rPr>
          <w:rFonts w:asciiTheme="minorHAnsi" w:hAnsiTheme="minorHAnsi"/>
        </w:rPr>
        <w:t xml:space="preserve">: </w:t>
      </w:r>
      <w:r w:rsidR="00FE2980" w:rsidRPr="00C950DB">
        <w:rPr>
          <w:rFonts w:asciiTheme="minorHAnsi" w:hAnsiTheme="minorHAnsi"/>
          <w:i/>
        </w:rPr>
        <w:t>(opisać poniżej co stanowi tajemnicę przedsiębiorstwa):</w:t>
      </w:r>
    </w:p>
    <w:p w14:paraId="76142BE0" w14:textId="6D4BAEC9" w:rsidR="00FE2980" w:rsidRPr="00C950DB" w:rsidRDefault="00FE2980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  <w:i/>
        </w:rPr>
      </w:pPr>
      <w:r w:rsidRPr="00C950DB">
        <w:rPr>
          <w:rFonts w:asciiTheme="minorHAnsi" w:hAnsiTheme="minorHAnsi"/>
          <w:i/>
        </w:rPr>
        <w:t>…………………………</w:t>
      </w:r>
    </w:p>
    <w:p w14:paraId="6E09E2CE" w14:textId="77777777" w:rsidR="001339A7" w:rsidRPr="00C950DB" w:rsidRDefault="001339A7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Theme="minorHAnsi" w:hAnsiTheme="minorHAnsi"/>
        </w:rPr>
      </w:pPr>
    </w:p>
    <w:p w14:paraId="2C49AB3A" w14:textId="36196513" w:rsidR="00C4396F" w:rsidRPr="00C950DB" w:rsidRDefault="009B21AB" w:rsidP="009B21AB">
      <w:pPr>
        <w:pStyle w:val="Akapitzlist"/>
        <w:numPr>
          <w:ilvl w:val="0"/>
          <w:numId w:val="112"/>
        </w:numPr>
        <w:ind w:left="426" w:hanging="426"/>
        <w:jc w:val="both"/>
        <w:rPr>
          <w:rFonts w:asciiTheme="minorHAnsi" w:eastAsia="Times New Roman" w:hAnsiTheme="minorHAnsi"/>
          <w:b/>
          <w:lang w:eastAsia="pl-PL"/>
        </w:rPr>
      </w:pPr>
      <w:r w:rsidRPr="00C950DB">
        <w:rPr>
          <w:rFonts w:asciiTheme="minorHAnsi" w:hAnsiTheme="minorHAnsi"/>
          <w:b/>
        </w:rPr>
        <w:t>Obowiązek podatkowy.</w:t>
      </w:r>
    </w:p>
    <w:p w14:paraId="213A9EBF" w14:textId="77777777" w:rsidR="0002356D" w:rsidRPr="00C950DB" w:rsidRDefault="0002356D" w:rsidP="0002356D">
      <w:pPr>
        <w:pStyle w:val="Akapitzlist"/>
        <w:tabs>
          <w:tab w:val="left" w:pos="426"/>
        </w:tabs>
        <w:ind w:left="284"/>
        <w:jc w:val="both"/>
        <w:rPr>
          <w:rFonts w:asciiTheme="minorHAnsi" w:eastAsia="Times New Roman" w:hAnsiTheme="minorHAnsi"/>
          <w:lang w:eastAsia="pl-PL"/>
        </w:rPr>
      </w:pPr>
    </w:p>
    <w:p w14:paraId="60E8D496" w14:textId="77777777" w:rsidR="00C714E4" w:rsidRPr="00C950DB" w:rsidRDefault="00C714E4" w:rsidP="009B21AB">
      <w:pPr>
        <w:pStyle w:val="Akapitzlist"/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 xml:space="preserve">Informujemy, że wybór naszej oferty </w:t>
      </w:r>
      <w:r w:rsidRPr="00C950DB">
        <w:rPr>
          <w:rFonts w:asciiTheme="minorHAnsi" w:eastAsia="Times New Roman" w:hAnsiTheme="minorHAnsi"/>
          <w:i/>
          <w:lang w:eastAsia="pl-PL"/>
        </w:rPr>
        <w:t>(zaznaczyć właściwe)</w:t>
      </w:r>
      <w:r w:rsidRPr="00C950DB">
        <w:rPr>
          <w:rFonts w:asciiTheme="minorHAnsi" w:eastAsia="Times New Roman" w:hAnsiTheme="minorHAnsi"/>
          <w:lang w:eastAsia="pl-PL"/>
        </w:rPr>
        <w:t xml:space="preserve">: </w:t>
      </w:r>
    </w:p>
    <w:p w14:paraId="5F30581B" w14:textId="77777777" w:rsidR="00C714E4" w:rsidRPr="00C950DB" w:rsidRDefault="0002356D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Pr="00C950DB">
        <w:rPr>
          <w:rFonts w:asciiTheme="minorHAnsi" w:eastAsia="Times New Roman" w:hAnsiTheme="minorHAnsi"/>
          <w:lang w:eastAsia="pl-PL"/>
        </w:rPr>
        <w:t xml:space="preserve"> 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nie </w:t>
      </w:r>
      <w:r w:rsidR="00C714E4" w:rsidRPr="00C950DB">
        <w:rPr>
          <w:rFonts w:asciiTheme="minorHAnsi" w:eastAsia="Times New Roman" w:hAnsiTheme="minorHAnsi"/>
          <w:lang w:eastAsia="pl-PL"/>
        </w:rPr>
        <w:t>będzie prowadził</w:t>
      </w:r>
    </w:p>
    <w:p w14:paraId="5C98F161" w14:textId="77777777" w:rsidR="00FE2980" w:rsidRPr="00C950DB" w:rsidRDefault="00C714E4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Pr="00C950DB">
        <w:rPr>
          <w:rFonts w:asciiTheme="minorHAnsi" w:eastAsia="Times New Roman" w:hAnsiTheme="minorHAnsi"/>
          <w:lang w:eastAsia="pl-PL"/>
        </w:rPr>
        <w:t xml:space="preserve"> będzie prowadził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 </w:t>
      </w:r>
    </w:p>
    <w:p w14:paraId="5CB0E6F0" w14:textId="318BD5E1" w:rsidR="00C714E4" w:rsidRPr="00C950DB" w:rsidRDefault="00C714E4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>do powstania u Zamawiającego obowiązku podatkowego.</w:t>
      </w:r>
    </w:p>
    <w:p w14:paraId="09986AF2" w14:textId="18DE7E53" w:rsidR="0078250B" w:rsidRPr="00C950DB" w:rsidRDefault="00C714E4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Times New Roman" w:hAnsiTheme="minorHAnsi"/>
          <w:lang w:eastAsia="pl-PL"/>
        </w:rPr>
        <w:t>Opis usługi</w:t>
      </w:r>
      <w:r w:rsidR="0078250B" w:rsidRPr="00C950DB">
        <w:rPr>
          <w:rFonts w:asciiTheme="minorHAnsi" w:eastAsia="Times New Roman" w:hAnsiTheme="minorHAnsi"/>
          <w:lang w:eastAsia="pl-PL"/>
        </w:rPr>
        <w:t>/dostawy</w:t>
      </w:r>
      <w:r w:rsidRPr="00C950DB">
        <w:rPr>
          <w:rFonts w:asciiTheme="minorHAnsi" w:eastAsia="Times New Roman" w:hAnsiTheme="minorHAnsi"/>
          <w:lang w:eastAsia="pl-PL"/>
        </w:rPr>
        <w:t>, której świadczenie będzie prowadzić do powstania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 u Zamawiającego</w:t>
      </w:r>
      <w:r w:rsidRPr="00C950DB">
        <w:rPr>
          <w:rFonts w:asciiTheme="minorHAnsi" w:eastAsia="Times New Roman" w:hAnsiTheme="minorHAnsi"/>
          <w:lang w:eastAsia="pl-PL"/>
        </w:rPr>
        <w:t xml:space="preserve"> obowią</w:t>
      </w:r>
      <w:r w:rsidR="001339A7" w:rsidRPr="00C950DB">
        <w:rPr>
          <w:rFonts w:asciiTheme="minorHAnsi" w:eastAsia="Times New Roman" w:hAnsiTheme="minorHAnsi"/>
          <w:lang w:eastAsia="pl-PL"/>
        </w:rPr>
        <w:t>zku podatkowego</w:t>
      </w:r>
      <w:r w:rsidRPr="00C950DB">
        <w:rPr>
          <w:rFonts w:asciiTheme="minorHAnsi" w:eastAsia="Times New Roman" w:hAnsiTheme="minorHAnsi"/>
          <w:lang w:eastAsia="pl-PL"/>
        </w:rPr>
        <w:t xml:space="preserve">: 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w odniesieniu </w:t>
      </w:r>
      <w:r w:rsidR="00D54830" w:rsidRPr="00C950DB">
        <w:rPr>
          <w:rFonts w:asciiTheme="minorHAnsi" w:eastAsia="SimSun" w:hAnsiTheme="minorHAnsi"/>
          <w:lang w:eastAsia="zh-CN"/>
        </w:rPr>
        <w:t xml:space="preserve">do następujących </w:t>
      </w:r>
      <w:r w:rsidR="00D54830" w:rsidRPr="00C950DB">
        <w:rPr>
          <w:rFonts w:asciiTheme="minorHAnsi" w:eastAsia="SimSun" w:hAnsiTheme="minorHAnsi"/>
          <w:iCs/>
          <w:lang w:eastAsia="zh-CN"/>
        </w:rPr>
        <w:t>towarów/usług</w:t>
      </w:r>
      <w:r w:rsidR="00D54830" w:rsidRPr="00C950DB">
        <w:rPr>
          <w:rFonts w:asciiTheme="minorHAnsi" w:eastAsia="SimSun" w:hAnsiTheme="minorHAnsi"/>
          <w:lang w:eastAsia="zh-CN"/>
        </w:rPr>
        <w:t xml:space="preserve">: </w:t>
      </w:r>
    </w:p>
    <w:p w14:paraId="639418FC" w14:textId="67AC2F61" w:rsidR="00371AB0" w:rsidRPr="00C950DB" w:rsidRDefault="00D54830" w:rsidP="009B21AB">
      <w:pPr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>………..……………………</w:t>
      </w:r>
      <w:r w:rsidR="00371AB0" w:rsidRPr="00C950DB">
        <w:rPr>
          <w:rFonts w:asciiTheme="minorHAnsi" w:eastAsia="Times New Roman" w:hAnsiTheme="minorHAnsi"/>
          <w:lang w:eastAsia="pl-PL"/>
        </w:rPr>
        <w:t>..……</w:t>
      </w:r>
      <w:r w:rsidRPr="00C950DB">
        <w:rPr>
          <w:rFonts w:asciiTheme="minorHAnsi" w:eastAsia="Times New Roman" w:hAnsiTheme="minorHAnsi"/>
          <w:lang w:eastAsia="pl-PL"/>
        </w:rPr>
        <w:t>…..</w:t>
      </w:r>
      <w:r w:rsidR="00C714E4" w:rsidRPr="00C950DB">
        <w:rPr>
          <w:rFonts w:asciiTheme="minorHAnsi" w:eastAsia="Times New Roman" w:hAnsiTheme="minorHAnsi"/>
          <w:lang w:eastAsia="pl-PL"/>
        </w:rPr>
        <w:t>…………………</w:t>
      </w:r>
      <w:r w:rsidR="001339A7" w:rsidRPr="00C950DB">
        <w:rPr>
          <w:rFonts w:asciiTheme="minorHAnsi" w:eastAsia="Times New Roman" w:hAnsiTheme="minorHAnsi"/>
          <w:lang w:eastAsia="pl-PL"/>
        </w:rPr>
        <w:t>…………………</w:t>
      </w:r>
      <w:r w:rsidR="00371AB0" w:rsidRPr="00C950DB">
        <w:rPr>
          <w:rFonts w:asciiTheme="minorHAnsi" w:eastAsia="Times New Roman" w:hAnsiTheme="minorHAnsi"/>
          <w:lang w:eastAsia="pl-PL"/>
        </w:rPr>
        <w:t>….</w:t>
      </w:r>
      <w:r w:rsidR="001339A7" w:rsidRPr="00C950DB">
        <w:rPr>
          <w:rFonts w:asciiTheme="minorHAnsi" w:eastAsia="Times New Roman" w:hAnsiTheme="minorHAnsi"/>
          <w:lang w:eastAsia="pl-PL"/>
        </w:rPr>
        <w:t>……</w:t>
      </w:r>
    </w:p>
    <w:p w14:paraId="438F5EFA" w14:textId="77777777" w:rsidR="00371AB0" w:rsidRPr="00C950DB" w:rsidRDefault="00371AB0" w:rsidP="009B21AB">
      <w:pPr>
        <w:tabs>
          <w:tab w:val="left" w:pos="426"/>
        </w:tabs>
        <w:ind w:left="426"/>
        <w:jc w:val="both"/>
        <w:rPr>
          <w:rFonts w:asciiTheme="minorHAnsi" w:eastAsia="Times New Roman" w:hAnsiTheme="minorHAnsi"/>
          <w:lang w:eastAsia="pl-PL"/>
        </w:rPr>
      </w:pPr>
    </w:p>
    <w:p w14:paraId="41E9B6D8" w14:textId="77777777" w:rsidR="00FE2980" w:rsidRPr="00C950DB" w:rsidRDefault="00371AB0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SimSun" w:hAnsiTheme="minorHAnsi"/>
          <w:lang w:eastAsia="zh-CN"/>
        </w:rPr>
        <w:t>Wartość netto towarów/usług powodująca obowiązek podatkowy u Zamawiającego to</w:t>
      </w:r>
      <w:r w:rsidR="00FE2980" w:rsidRPr="00C950DB">
        <w:rPr>
          <w:rFonts w:asciiTheme="minorHAnsi" w:eastAsia="SimSun" w:hAnsiTheme="minorHAnsi"/>
          <w:lang w:eastAsia="zh-CN"/>
        </w:rPr>
        <w:t>:</w:t>
      </w:r>
    </w:p>
    <w:p w14:paraId="6E3B7815" w14:textId="7BFC6EE6" w:rsidR="00371AB0" w:rsidRPr="00C950DB" w:rsidRDefault="00371AB0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SimSun" w:hAnsiTheme="minorHAnsi"/>
          <w:lang w:eastAsia="zh-CN"/>
        </w:rPr>
        <w:t xml:space="preserve">……………. zł </w:t>
      </w:r>
    </w:p>
    <w:p w14:paraId="7A7AA09B" w14:textId="77777777" w:rsidR="00371AB0" w:rsidRPr="00C950DB" w:rsidRDefault="00371AB0" w:rsidP="00122F0F">
      <w:pPr>
        <w:ind w:left="284"/>
        <w:jc w:val="both"/>
        <w:rPr>
          <w:rFonts w:asciiTheme="minorHAnsi" w:eastAsia="Times New Roman" w:hAnsiTheme="minorHAnsi"/>
          <w:lang w:eastAsia="pl-PL"/>
        </w:rPr>
      </w:pPr>
    </w:p>
    <w:p w14:paraId="4D705890" w14:textId="77777777" w:rsidR="00371AB0" w:rsidRPr="00C950DB" w:rsidRDefault="00371AB0" w:rsidP="00122F0F">
      <w:pPr>
        <w:ind w:left="284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SimSun" w:hAnsiTheme="minorHAnsi"/>
          <w:i/>
          <w:iCs/>
          <w:lang w:eastAsia="zh-CN"/>
        </w:rPr>
        <w:t>Dotyczy Wykonawców</w:t>
      </w:r>
      <w:r w:rsidRPr="00C950DB">
        <w:rPr>
          <w:rFonts w:asciiTheme="minorHAnsi" w:eastAsia="SimSun" w:hAnsiTheme="minorHAnsi"/>
          <w:i/>
          <w:lang w:eastAsia="zh-CN"/>
        </w:rPr>
        <w:t xml:space="preserve">, </w:t>
      </w:r>
      <w:r w:rsidRPr="00C950DB">
        <w:rPr>
          <w:rFonts w:asciiTheme="minorHAnsi" w:eastAsia="SimSun" w:hAnsiTheme="minorHAnsi"/>
          <w:i/>
          <w:iCs/>
          <w:lang w:eastAsia="zh-CN"/>
        </w:rPr>
        <w:t>których oferty będą generować obowiązek doliczania wartości podatku VAT do wartości netto oferty, tj. w przypadku:</w:t>
      </w:r>
    </w:p>
    <w:p w14:paraId="6A0268B2" w14:textId="77777777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 xml:space="preserve">- 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>wewnątrzwspólnotowego nabycia towarów,</w:t>
      </w:r>
    </w:p>
    <w:p w14:paraId="79777371" w14:textId="77777777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>-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 xml:space="preserve">mechanizmu odwróconego obciążenia, o którym mowa w art. 17 ust. 1 pkt 7 ustawy </w:t>
      </w:r>
      <w:r w:rsidR="00122F0F" w:rsidRPr="00C950DB">
        <w:rPr>
          <w:rFonts w:asciiTheme="minorHAnsi" w:eastAsia="SimSun" w:hAnsiTheme="minorHAnsi"/>
          <w:i/>
          <w:iCs/>
          <w:lang w:eastAsia="zh-CN"/>
        </w:rPr>
        <w:t>o podatku od towarów i </w:t>
      </w:r>
      <w:r w:rsidRPr="00C950DB">
        <w:rPr>
          <w:rFonts w:asciiTheme="minorHAnsi" w:eastAsia="SimSun" w:hAnsiTheme="minorHAnsi"/>
          <w:i/>
          <w:iCs/>
          <w:lang w:eastAsia="zh-CN"/>
        </w:rPr>
        <w:t>usług,</w:t>
      </w:r>
    </w:p>
    <w:p w14:paraId="76949CC6" w14:textId="7DD5E94B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>-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>importu usług lub importu towarów, z którymi wiąże się obowiązek doliczenia przez Zamawiającego przy porównywaniu cen ofertowych podatku VAT.</w:t>
      </w:r>
    </w:p>
    <w:p w14:paraId="1263D377" w14:textId="722A2D7B" w:rsidR="003C49D9" w:rsidRPr="00C950DB" w:rsidRDefault="00D2093F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color w:val="FF0000"/>
          <w:lang w:eastAsia="zh-CN"/>
        </w:rPr>
      </w:pPr>
      <w:r w:rsidRPr="00C950DB">
        <w:rPr>
          <w:rFonts w:asciiTheme="minorHAnsi" w:eastAsia="SimSun" w:hAnsiTheme="minorHAnsi"/>
          <w:i/>
          <w:iCs/>
          <w:color w:val="FF0000"/>
          <w:lang w:eastAsia="zh-CN"/>
        </w:rPr>
        <w:t xml:space="preserve">UWAGA: </w:t>
      </w:r>
      <w:r w:rsidR="003C49D9" w:rsidRPr="00C950DB">
        <w:rPr>
          <w:rFonts w:asciiTheme="minorHAnsi" w:eastAsia="SimSun" w:hAnsiTheme="minorHAnsi"/>
          <w:i/>
          <w:iCs/>
          <w:color w:val="FF0000"/>
          <w:lang w:eastAsia="zh-CN"/>
        </w:rPr>
        <w:t>Zamawiający nie jest czynnym podatnikiem VAT.</w:t>
      </w:r>
    </w:p>
    <w:p w14:paraId="22FDEB7F" w14:textId="5CC3895B" w:rsidR="003410D9" w:rsidRPr="00C950DB" w:rsidRDefault="003410D9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p w14:paraId="02403AB0" w14:textId="77777777" w:rsidR="003410D9" w:rsidRPr="00C950DB" w:rsidRDefault="003410D9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p w14:paraId="7518135A" w14:textId="77777777" w:rsidR="00DE4ABC" w:rsidRPr="00C950DB" w:rsidRDefault="00DE4ABC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C950DB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C950DB" w:rsidRDefault="002346DD" w:rsidP="00D54830">
            <w:pPr>
              <w:tabs>
                <w:tab w:val="left" w:pos="1022"/>
              </w:tabs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C950DB" w:rsidRDefault="002346DD" w:rsidP="00280228">
            <w:pPr>
              <w:tabs>
                <w:tab w:val="left" w:pos="1022"/>
              </w:tabs>
              <w:jc w:val="center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>….…………………………………………..</w:t>
            </w:r>
          </w:p>
        </w:tc>
      </w:tr>
      <w:tr w:rsidR="002346DD" w:rsidRPr="00C950DB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FCB6CF0" w:rsidR="002346DD" w:rsidRPr="00C950DB" w:rsidRDefault="00BB5E62" w:rsidP="00D54830">
            <w:pPr>
              <w:tabs>
                <w:tab w:val="left" w:pos="1022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 xml:space="preserve">  </w:t>
            </w:r>
            <w:r w:rsidR="00D54830" w:rsidRPr="00C950DB">
              <w:rPr>
                <w:rFonts w:asciiTheme="minorHAnsi" w:hAnsiTheme="minorHAnsi"/>
                <w:i/>
              </w:rPr>
              <w:t xml:space="preserve">  </w:t>
            </w:r>
            <w:r w:rsidR="002346DD" w:rsidRPr="00C950DB">
              <w:rPr>
                <w:rFonts w:asciiTheme="minorHAnsi" w:hAnsiTheme="minorHAnsi"/>
                <w:i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C950DB" w:rsidRDefault="002346DD" w:rsidP="002F4607">
            <w:pPr>
              <w:tabs>
                <w:tab w:val="left" w:pos="1022"/>
              </w:tabs>
              <w:jc w:val="both"/>
              <w:rPr>
                <w:rFonts w:asciiTheme="minorHAnsi" w:hAnsiTheme="minorHAnsi"/>
                <w:i/>
              </w:rPr>
            </w:pPr>
            <w:r w:rsidRPr="00C950DB">
              <w:rPr>
                <w:rFonts w:asciiTheme="minorHAnsi" w:hAnsiTheme="minorHAnsi"/>
                <w:i/>
              </w:rPr>
              <w:t>(podpis/y czytelny lub z pieczątką imienną osoby/osób upr</w:t>
            </w:r>
            <w:r w:rsidR="004416C8" w:rsidRPr="00C950DB">
              <w:rPr>
                <w:rFonts w:asciiTheme="minorHAnsi" w:hAnsiTheme="minorHAnsi"/>
                <w:i/>
              </w:rPr>
              <w:t>awnionej/uprawnionych do reprezentacji</w:t>
            </w:r>
            <w:r w:rsidRPr="00C950DB">
              <w:rPr>
                <w:rFonts w:asciiTheme="minorHAnsi" w:hAnsiTheme="minorHAnsi"/>
                <w:i/>
              </w:rPr>
              <w:t xml:space="preserve"> Wykonawcy)</w:t>
            </w:r>
          </w:p>
        </w:tc>
      </w:tr>
    </w:tbl>
    <w:p w14:paraId="405766E9" w14:textId="77777777" w:rsidR="008779F0" w:rsidRPr="00C950DB" w:rsidRDefault="008779F0" w:rsidP="001339A7">
      <w:pPr>
        <w:tabs>
          <w:tab w:val="left" w:pos="1022"/>
        </w:tabs>
        <w:jc w:val="both"/>
        <w:rPr>
          <w:rFonts w:asciiTheme="minorHAnsi" w:hAnsiTheme="minorHAnsi"/>
        </w:rPr>
      </w:pPr>
    </w:p>
    <w:sectPr w:rsidR="008779F0" w:rsidRPr="00C950DB" w:rsidSect="00A8203D">
      <w:footerReference w:type="default" r:id="rId11"/>
      <w:headerReference w:type="first" r:id="rId12"/>
      <w:pgSz w:w="11900" w:h="16840"/>
      <w:pgMar w:top="993" w:right="1127" w:bottom="426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3669A" w14:textId="77777777" w:rsidR="00A42AF6" w:rsidRDefault="00A42AF6">
      <w:r>
        <w:separator/>
      </w:r>
    </w:p>
  </w:endnote>
  <w:endnote w:type="continuationSeparator" w:id="0">
    <w:p w14:paraId="18A7B4E7" w14:textId="77777777" w:rsidR="00A42AF6" w:rsidRDefault="00A4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243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028B9A9E" w14:textId="0C05915A" w:rsidR="00D37259" w:rsidRPr="00D21526" w:rsidRDefault="00D37259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21526">
          <w:rPr>
            <w:rFonts w:ascii="Times New Roman" w:hAnsi="Times New Roman"/>
            <w:sz w:val="22"/>
            <w:szCs w:val="22"/>
          </w:rPr>
          <w:fldChar w:fldCharType="begin"/>
        </w:r>
        <w:r w:rsidRPr="00D21526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21526">
          <w:rPr>
            <w:rFonts w:ascii="Times New Roman" w:hAnsi="Times New Roman"/>
            <w:sz w:val="22"/>
            <w:szCs w:val="22"/>
          </w:rPr>
          <w:fldChar w:fldCharType="separate"/>
        </w:r>
        <w:r w:rsidR="002468CD" w:rsidRPr="002468CD">
          <w:rPr>
            <w:rFonts w:ascii="Times New Roman" w:hAnsi="Times New Roman" w:cstheme="minorBidi"/>
            <w:noProof/>
            <w:sz w:val="22"/>
            <w:szCs w:val="22"/>
          </w:rPr>
          <w:t>3</w:t>
        </w:r>
        <w:r w:rsidRPr="00D21526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533402B3" w14:textId="77777777" w:rsidR="00D37259" w:rsidRDefault="00D372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34D0B" w14:textId="77777777" w:rsidR="00A42AF6" w:rsidRDefault="00A42AF6">
      <w:r>
        <w:separator/>
      </w:r>
    </w:p>
  </w:footnote>
  <w:footnote w:type="continuationSeparator" w:id="0">
    <w:p w14:paraId="1D6067C2" w14:textId="77777777" w:rsidR="00A42AF6" w:rsidRDefault="00A42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06352" w14:textId="61C8B1EE" w:rsidR="00454A5F" w:rsidRDefault="0085415A" w:rsidP="0085415A">
    <w:pPr>
      <w:tabs>
        <w:tab w:val="left" w:pos="543"/>
        <w:tab w:val="left" w:pos="6480"/>
        <w:tab w:val="right" w:pos="9490"/>
      </w:tabs>
      <w:textboxTightWrap w:val="allLines"/>
    </w:pPr>
    <w:r w:rsidRPr="005D567D">
      <w:rPr>
        <w:noProof/>
        <w:sz w:val="28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6B5ED558" wp14:editId="302B81A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57398" cy="733425"/>
          <wp:effectExtent l="0" t="0" r="0" b="0"/>
          <wp:wrapNone/>
          <wp:docPr id="5" name="Obraz 5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038" cy="7375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454A5F">
      <w:tab/>
    </w:r>
  </w:p>
  <w:p w14:paraId="0DCAD076" w14:textId="60BD86E3" w:rsidR="0085415A" w:rsidRDefault="00454A5F" w:rsidP="0085415A">
    <w:pPr>
      <w:tabs>
        <w:tab w:val="left" w:pos="1022"/>
      </w:tabs>
      <w:rPr>
        <w:rFonts w:ascii="Times New Roman" w:eastAsia="Times New Roman" w:hAnsi="Times New Roman"/>
        <w:b/>
        <w:sz w:val="20"/>
        <w:szCs w:val="20"/>
        <w:lang w:eastAsia="pl-PL"/>
      </w:rPr>
    </w:pPr>
    <w:r>
      <w:tab/>
    </w:r>
    <w:r>
      <w:tab/>
    </w:r>
    <w:r>
      <w:tab/>
    </w:r>
    <w:r w:rsidR="0085415A">
      <w:t xml:space="preserve">                                                        </w:t>
    </w:r>
    <w:r w:rsidR="00D372E9">
      <w:t xml:space="preserve">       </w:t>
    </w:r>
    <w:r w:rsidR="00A01FA4">
      <w:t xml:space="preserve">   </w:t>
    </w:r>
    <w:r w:rsidR="0085415A">
      <w:t xml:space="preserve"> </w:t>
    </w:r>
    <w:r w:rsidR="0085415A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Załącznik nr </w:t>
    </w:r>
    <w:r w:rsidR="00D372E9">
      <w:rPr>
        <w:rFonts w:ascii="Times New Roman" w:eastAsia="Times New Roman" w:hAnsi="Times New Roman"/>
        <w:b/>
        <w:sz w:val="22"/>
        <w:szCs w:val="20"/>
        <w:lang w:eastAsia="pl-PL"/>
      </w:rPr>
      <w:t>1 do Z</w:t>
    </w:r>
    <w:r w:rsidR="00A01FA4">
      <w:rPr>
        <w:rFonts w:ascii="Times New Roman" w:eastAsia="Times New Roman" w:hAnsi="Times New Roman"/>
        <w:b/>
        <w:sz w:val="22"/>
        <w:szCs w:val="20"/>
        <w:lang w:eastAsia="pl-PL"/>
      </w:rPr>
      <w:t>apytania ofertowego</w:t>
    </w:r>
  </w:p>
  <w:p w14:paraId="41FF2FC2" w14:textId="77777777" w:rsidR="00454A5F" w:rsidRPr="0085363C" w:rsidRDefault="00454A5F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9B314F"/>
    <w:multiLevelType w:val="hybridMultilevel"/>
    <w:tmpl w:val="A0BE2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FC87795"/>
    <w:multiLevelType w:val="hybridMultilevel"/>
    <w:tmpl w:val="A510F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DA113B"/>
    <w:multiLevelType w:val="hybridMultilevel"/>
    <w:tmpl w:val="98B25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1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2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4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333A74"/>
    <w:multiLevelType w:val="hybridMultilevel"/>
    <w:tmpl w:val="F006A45C"/>
    <w:lvl w:ilvl="0" w:tplc="F460B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D742712"/>
    <w:multiLevelType w:val="hybridMultilevel"/>
    <w:tmpl w:val="683C5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1B37C9"/>
    <w:multiLevelType w:val="hybridMultilevel"/>
    <w:tmpl w:val="9342B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5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9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0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6"/>
  </w:num>
  <w:num w:numId="2">
    <w:abstractNumId w:val="72"/>
  </w:num>
  <w:num w:numId="3">
    <w:abstractNumId w:val="29"/>
  </w:num>
  <w:num w:numId="4">
    <w:abstractNumId w:val="16"/>
  </w:num>
  <w:num w:numId="5">
    <w:abstractNumId w:val="99"/>
  </w:num>
  <w:num w:numId="6">
    <w:abstractNumId w:val="26"/>
  </w:num>
  <w:num w:numId="7">
    <w:abstractNumId w:val="71"/>
  </w:num>
  <w:num w:numId="8">
    <w:abstractNumId w:val="103"/>
  </w:num>
  <w:num w:numId="9">
    <w:abstractNumId w:val="62"/>
  </w:num>
  <w:num w:numId="10">
    <w:abstractNumId w:val="89"/>
  </w:num>
  <w:num w:numId="11">
    <w:abstractNumId w:val="21"/>
  </w:num>
  <w:num w:numId="12">
    <w:abstractNumId w:val="58"/>
  </w:num>
  <w:num w:numId="13">
    <w:abstractNumId w:val="45"/>
  </w:num>
  <w:num w:numId="14">
    <w:abstractNumId w:val="8"/>
  </w:num>
  <w:num w:numId="15">
    <w:abstractNumId w:val="95"/>
  </w:num>
  <w:num w:numId="16">
    <w:abstractNumId w:val="107"/>
  </w:num>
  <w:num w:numId="17">
    <w:abstractNumId w:val="61"/>
  </w:num>
  <w:num w:numId="18">
    <w:abstractNumId w:val="31"/>
  </w:num>
  <w:num w:numId="19">
    <w:abstractNumId w:val="52"/>
  </w:num>
  <w:num w:numId="20">
    <w:abstractNumId w:val="40"/>
  </w:num>
  <w:num w:numId="21">
    <w:abstractNumId w:val="59"/>
  </w:num>
  <w:num w:numId="22">
    <w:abstractNumId w:val="108"/>
  </w:num>
  <w:num w:numId="23">
    <w:abstractNumId w:val="67"/>
  </w:num>
  <w:num w:numId="24">
    <w:abstractNumId w:val="100"/>
  </w:num>
  <w:num w:numId="25">
    <w:abstractNumId w:val="101"/>
  </w:num>
  <w:num w:numId="26">
    <w:abstractNumId w:val="18"/>
  </w:num>
  <w:num w:numId="27">
    <w:abstractNumId w:val="81"/>
  </w:num>
  <w:num w:numId="28">
    <w:abstractNumId w:val="87"/>
  </w:num>
  <w:num w:numId="29">
    <w:abstractNumId w:val="4"/>
  </w:num>
  <w:num w:numId="30">
    <w:abstractNumId w:val="65"/>
  </w:num>
  <w:num w:numId="31">
    <w:abstractNumId w:val="66"/>
  </w:num>
  <w:num w:numId="32">
    <w:abstractNumId w:val="48"/>
  </w:num>
  <w:num w:numId="33">
    <w:abstractNumId w:val="39"/>
  </w:num>
  <w:num w:numId="34">
    <w:abstractNumId w:val="90"/>
  </w:num>
  <w:num w:numId="35">
    <w:abstractNumId w:val="1"/>
  </w:num>
  <w:num w:numId="36">
    <w:abstractNumId w:val="56"/>
  </w:num>
  <w:num w:numId="37">
    <w:abstractNumId w:val="3"/>
  </w:num>
  <w:num w:numId="38">
    <w:abstractNumId w:val="88"/>
  </w:num>
  <w:num w:numId="39">
    <w:abstractNumId w:val="112"/>
  </w:num>
  <w:num w:numId="40">
    <w:abstractNumId w:val="78"/>
  </w:num>
  <w:num w:numId="41">
    <w:abstractNumId w:val="27"/>
  </w:num>
  <w:num w:numId="42">
    <w:abstractNumId w:val="70"/>
  </w:num>
  <w:num w:numId="43">
    <w:abstractNumId w:val="105"/>
  </w:num>
  <w:num w:numId="44">
    <w:abstractNumId w:val="7"/>
  </w:num>
  <w:num w:numId="45">
    <w:abstractNumId w:val="6"/>
  </w:num>
  <w:num w:numId="46">
    <w:abstractNumId w:val="63"/>
  </w:num>
  <w:num w:numId="47">
    <w:abstractNumId w:val="14"/>
  </w:num>
  <w:num w:numId="48">
    <w:abstractNumId w:val="64"/>
  </w:num>
  <w:num w:numId="49">
    <w:abstractNumId w:val="28"/>
  </w:num>
  <w:num w:numId="50">
    <w:abstractNumId w:val="104"/>
  </w:num>
  <w:num w:numId="51">
    <w:abstractNumId w:val="82"/>
  </w:num>
  <w:num w:numId="52">
    <w:abstractNumId w:val="84"/>
  </w:num>
  <w:num w:numId="53">
    <w:abstractNumId w:val="109"/>
  </w:num>
  <w:num w:numId="54">
    <w:abstractNumId w:val="75"/>
  </w:num>
  <w:num w:numId="55">
    <w:abstractNumId w:val="10"/>
  </w:num>
  <w:num w:numId="56">
    <w:abstractNumId w:val="19"/>
  </w:num>
  <w:num w:numId="57">
    <w:abstractNumId w:val="35"/>
  </w:num>
  <w:num w:numId="58">
    <w:abstractNumId w:val="23"/>
  </w:num>
  <w:num w:numId="59">
    <w:abstractNumId w:val="111"/>
  </w:num>
  <w:num w:numId="60">
    <w:abstractNumId w:val="2"/>
  </w:num>
  <w:num w:numId="61">
    <w:abstractNumId w:val="79"/>
  </w:num>
  <w:num w:numId="62">
    <w:abstractNumId w:val="37"/>
  </w:num>
  <w:num w:numId="63">
    <w:abstractNumId w:val="102"/>
  </w:num>
  <w:num w:numId="64">
    <w:abstractNumId w:val="110"/>
  </w:num>
  <w:num w:numId="65">
    <w:abstractNumId w:val="15"/>
  </w:num>
  <w:num w:numId="66">
    <w:abstractNumId w:val="34"/>
  </w:num>
  <w:num w:numId="67">
    <w:abstractNumId w:val="41"/>
  </w:num>
  <w:num w:numId="68">
    <w:abstractNumId w:val="42"/>
  </w:num>
  <w:num w:numId="69">
    <w:abstractNumId w:val="12"/>
  </w:num>
  <w:num w:numId="70">
    <w:abstractNumId w:val="98"/>
  </w:num>
  <w:num w:numId="71">
    <w:abstractNumId w:val="36"/>
  </w:num>
  <w:num w:numId="72">
    <w:abstractNumId w:val="94"/>
  </w:num>
  <w:num w:numId="73">
    <w:abstractNumId w:val="57"/>
  </w:num>
  <w:num w:numId="74">
    <w:abstractNumId w:val="92"/>
  </w:num>
  <w:num w:numId="75">
    <w:abstractNumId w:val="85"/>
  </w:num>
  <w:num w:numId="76">
    <w:abstractNumId w:val="9"/>
  </w:num>
  <w:num w:numId="77">
    <w:abstractNumId w:val="25"/>
  </w:num>
  <w:num w:numId="78">
    <w:abstractNumId w:val="46"/>
  </w:num>
  <w:num w:numId="79">
    <w:abstractNumId w:val="93"/>
  </w:num>
  <w:num w:numId="80">
    <w:abstractNumId w:val="76"/>
  </w:num>
  <w:num w:numId="81">
    <w:abstractNumId w:val="53"/>
  </w:num>
  <w:num w:numId="82">
    <w:abstractNumId w:val="113"/>
  </w:num>
  <w:num w:numId="83">
    <w:abstractNumId w:val="20"/>
  </w:num>
  <w:num w:numId="84">
    <w:abstractNumId w:val="5"/>
  </w:num>
  <w:num w:numId="85">
    <w:abstractNumId w:val="55"/>
  </w:num>
  <w:num w:numId="86">
    <w:abstractNumId w:val="68"/>
  </w:num>
  <w:num w:numId="87">
    <w:abstractNumId w:val="13"/>
  </w:num>
  <w:num w:numId="88">
    <w:abstractNumId w:val="44"/>
  </w:num>
  <w:num w:numId="89">
    <w:abstractNumId w:val="22"/>
  </w:num>
  <w:num w:numId="90">
    <w:abstractNumId w:val="38"/>
  </w:num>
  <w:num w:numId="91">
    <w:abstractNumId w:val="74"/>
  </w:num>
  <w:num w:numId="92">
    <w:abstractNumId w:val="11"/>
  </w:num>
  <w:num w:numId="93">
    <w:abstractNumId w:val="51"/>
  </w:num>
  <w:num w:numId="94">
    <w:abstractNumId w:val="60"/>
  </w:num>
  <w:num w:numId="95">
    <w:abstractNumId w:val="50"/>
  </w:num>
  <w:num w:numId="96">
    <w:abstractNumId w:val="96"/>
  </w:num>
  <w:num w:numId="97">
    <w:abstractNumId w:val="43"/>
  </w:num>
  <w:num w:numId="98">
    <w:abstractNumId w:val="97"/>
  </w:num>
  <w:num w:numId="99">
    <w:abstractNumId w:val="83"/>
  </w:num>
  <w:num w:numId="100">
    <w:abstractNumId w:val="77"/>
  </w:num>
  <w:num w:numId="101">
    <w:abstractNumId w:val="47"/>
  </w:num>
  <w:num w:numId="102">
    <w:abstractNumId w:val="54"/>
  </w:num>
  <w:num w:numId="103">
    <w:abstractNumId w:val="80"/>
  </w:num>
  <w:num w:numId="104">
    <w:abstractNumId w:val="49"/>
  </w:num>
  <w:num w:numId="105">
    <w:abstractNumId w:val="73"/>
  </w:num>
  <w:num w:numId="106">
    <w:abstractNumId w:val="69"/>
  </w:num>
  <w:num w:numId="107">
    <w:abstractNumId w:val="33"/>
  </w:num>
  <w:num w:numId="108">
    <w:abstractNumId w:val="24"/>
  </w:num>
  <w:num w:numId="109">
    <w:abstractNumId w:val="17"/>
  </w:num>
  <w:num w:numId="110">
    <w:abstractNumId w:val="32"/>
  </w:num>
  <w:num w:numId="111">
    <w:abstractNumId w:val="30"/>
  </w:num>
  <w:num w:numId="112">
    <w:abstractNumId w:val="8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54"/>
    <w:rsid w:val="00002FE5"/>
    <w:rsid w:val="0001577E"/>
    <w:rsid w:val="000175EA"/>
    <w:rsid w:val="00021EAA"/>
    <w:rsid w:val="0002356D"/>
    <w:rsid w:val="00023B78"/>
    <w:rsid w:val="000301B3"/>
    <w:rsid w:val="0003265F"/>
    <w:rsid w:val="0003529E"/>
    <w:rsid w:val="00035FA9"/>
    <w:rsid w:val="00040C8B"/>
    <w:rsid w:val="0004130E"/>
    <w:rsid w:val="000415BD"/>
    <w:rsid w:val="000438DE"/>
    <w:rsid w:val="00043901"/>
    <w:rsid w:val="000463F3"/>
    <w:rsid w:val="00047190"/>
    <w:rsid w:val="000536AD"/>
    <w:rsid w:val="00053A0A"/>
    <w:rsid w:val="00053E48"/>
    <w:rsid w:val="0005589B"/>
    <w:rsid w:val="000559FD"/>
    <w:rsid w:val="000568BA"/>
    <w:rsid w:val="00060367"/>
    <w:rsid w:val="00060B0C"/>
    <w:rsid w:val="00062D25"/>
    <w:rsid w:val="0006465D"/>
    <w:rsid w:val="00074956"/>
    <w:rsid w:val="000768F6"/>
    <w:rsid w:val="00077D29"/>
    <w:rsid w:val="00080ECB"/>
    <w:rsid w:val="00082C4F"/>
    <w:rsid w:val="0008489A"/>
    <w:rsid w:val="00085279"/>
    <w:rsid w:val="000856D6"/>
    <w:rsid w:val="0008784C"/>
    <w:rsid w:val="000906C4"/>
    <w:rsid w:val="00091D9B"/>
    <w:rsid w:val="0009459A"/>
    <w:rsid w:val="000963B3"/>
    <w:rsid w:val="000968D8"/>
    <w:rsid w:val="000A0D6D"/>
    <w:rsid w:val="000A4B4C"/>
    <w:rsid w:val="000B0537"/>
    <w:rsid w:val="000B2BAA"/>
    <w:rsid w:val="000B6E2F"/>
    <w:rsid w:val="000C19A1"/>
    <w:rsid w:val="000C3FA5"/>
    <w:rsid w:val="000C5096"/>
    <w:rsid w:val="000C56DF"/>
    <w:rsid w:val="000D360D"/>
    <w:rsid w:val="000D3AB9"/>
    <w:rsid w:val="000D6095"/>
    <w:rsid w:val="000E1789"/>
    <w:rsid w:val="000E27C7"/>
    <w:rsid w:val="000E2C62"/>
    <w:rsid w:val="000E3B41"/>
    <w:rsid w:val="000E5C4A"/>
    <w:rsid w:val="000E6B38"/>
    <w:rsid w:val="000E793C"/>
    <w:rsid w:val="000F0648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741"/>
    <w:rsid w:val="00143BE0"/>
    <w:rsid w:val="0015233E"/>
    <w:rsid w:val="00153FAF"/>
    <w:rsid w:val="001540E6"/>
    <w:rsid w:val="00157C59"/>
    <w:rsid w:val="00160F19"/>
    <w:rsid w:val="0016112E"/>
    <w:rsid w:val="00165C9A"/>
    <w:rsid w:val="001668D5"/>
    <w:rsid w:val="00166927"/>
    <w:rsid w:val="00167C81"/>
    <w:rsid w:val="00170C72"/>
    <w:rsid w:val="00171360"/>
    <w:rsid w:val="0017149C"/>
    <w:rsid w:val="00173F00"/>
    <w:rsid w:val="00177795"/>
    <w:rsid w:val="00184E19"/>
    <w:rsid w:val="00186ACC"/>
    <w:rsid w:val="00187FA5"/>
    <w:rsid w:val="001908D8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00B0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250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2DFE"/>
    <w:rsid w:val="00203813"/>
    <w:rsid w:val="00204223"/>
    <w:rsid w:val="002046DB"/>
    <w:rsid w:val="00213040"/>
    <w:rsid w:val="00213982"/>
    <w:rsid w:val="0021533A"/>
    <w:rsid w:val="00216069"/>
    <w:rsid w:val="00222FB8"/>
    <w:rsid w:val="002230BB"/>
    <w:rsid w:val="00224496"/>
    <w:rsid w:val="00230828"/>
    <w:rsid w:val="00230F3C"/>
    <w:rsid w:val="00231DC4"/>
    <w:rsid w:val="002346DD"/>
    <w:rsid w:val="0023579F"/>
    <w:rsid w:val="00237E2E"/>
    <w:rsid w:val="00241ED6"/>
    <w:rsid w:val="0024414C"/>
    <w:rsid w:val="002468CD"/>
    <w:rsid w:val="00246FD7"/>
    <w:rsid w:val="00247910"/>
    <w:rsid w:val="00250133"/>
    <w:rsid w:val="00252632"/>
    <w:rsid w:val="00252962"/>
    <w:rsid w:val="002540A8"/>
    <w:rsid w:val="00260268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A2D2C"/>
    <w:rsid w:val="002B0A07"/>
    <w:rsid w:val="002B25BF"/>
    <w:rsid w:val="002B46EF"/>
    <w:rsid w:val="002B5CA7"/>
    <w:rsid w:val="002B71F8"/>
    <w:rsid w:val="002B7E9E"/>
    <w:rsid w:val="002C7C3B"/>
    <w:rsid w:val="002D4A9F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406C"/>
    <w:rsid w:val="0030422F"/>
    <w:rsid w:val="00305F14"/>
    <w:rsid w:val="003077B4"/>
    <w:rsid w:val="00307DDF"/>
    <w:rsid w:val="00311358"/>
    <w:rsid w:val="00312EE5"/>
    <w:rsid w:val="00316391"/>
    <w:rsid w:val="0032022C"/>
    <w:rsid w:val="003211CC"/>
    <w:rsid w:val="0033055F"/>
    <w:rsid w:val="00331CA7"/>
    <w:rsid w:val="00332321"/>
    <w:rsid w:val="003334CB"/>
    <w:rsid w:val="00334C5E"/>
    <w:rsid w:val="003350B8"/>
    <w:rsid w:val="00335335"/>
    <w:rsid w:val="00340CD0"/>
    <w:rsid w:val="003410D9"/>
    <w:rsid w:val="003411B4"/>
    <w:rsid w:val="00342EDB"/>
    <w:rsid w:val="00345BF8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825"/>
    <w:rsid w:val="00371216"/>
    <w:rsid w:val="00371AB0"/>
    <w:rsid w:val="003725C8"/>
    <w:rsid w:val="00372A8F"/>
    <w:rsid w:val="0037482C"/>
    <w:rsid w:val="00377498"/>
    <w:rsid w:val="0038193F"/>
    <w:rsid w:val="00386A34"/>
    <w:rsid w:val="00387C5F"/>
    <w:rsid w:val="003A1E57"/>
    <w:rsid w:val="003A3022"/>
    <w:rsid w:val="003A57DA"/>
    <w:rsid w:val="003A7475"/>
    <w:rsid w:val="003A7CCC"/>
    <w:rsid w:val="003B094D"/>
    <w:rsid w:val="003B15DA"/>
    <w:rsid w:val="003B1B8F"/>
    <w:rsid w:val="003B3282"/>
    <w:rsid w:val="003B551D"/>
    <w:rsid w:val="003B59EA"/>
    <w:rsid w:val="003B5C17"/>
    <w:rsid w:val="003B71D0"/>
    <w:rsid w:val="003C303E"/>
    <w:rsid w:val="003C37DA"/>
    <w:rsid w:val="003C49D9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1D2B"/>
    <w:rsid w:val="003F4185"/>
    <w:rsid w:val="003F60C3"/>
    <w:rsid w:val="00403413"/>
    <w:rsid w:val="00403CE5"/>
    <w:rsid w:val="0040502B"/>
    <w:rsid w:val="004055F1"/>
    <w:rsid w:val="00406270"/>
    <w:rsid w:val="00407B0B"/>
    <w:rsid w:val="004109E2"/>
    <w:rsid w:val="00410DEE"/>
    <w:rsid w:val="00411530"/>
    <w:rsid w:val="004118A6"/>
    <w:rsid w:val="004118B9"/>
    <w:rsid w:val="00414656"/>
    <w:rsid w:val="004147AC"/>
    <w:rsid w:val="00415548"/>
    <w:rsid w:val="00421072"/>
    <w:rsid w:val="00423384"/>
    <w:rsid w:val="004250BC"/>
    <w:rsid w:val="00426168"/>
    <w:rsid w:val="004277F4"/>
    <w:rsid w:val="00427853"/>
    <w:rsid w:val="0043074B"/>
    <w:rsid w:val="00433FF9"/>
    <w:rsid w:val="00434C67"/>
    <w:rsid w:val="004409A8"/>
    <w:rsid w:val="004409FF"/>
    <w:rsid w:val="00441421"/>
    <w:rsid w:val="004416C8"/>
    <w:rsid w:val="00441DDF"/>
    <w:rsid w:val="00447068"/>
    <w:rsid w:val="00447D78"/>
    <w:rsid w:val="0045120E"/>
    <w:rsid w:val="00451A45"/>
    <w:rsid w:val="00451CD3"/>
    <w:rsid w:val="00453948"/>
    <w:rsid w:val="0045424A"/>
    <w:rsid w:val="00454A5F"/>
    <w:rsid w:val="0045589B"/>
    <w:rsid w:val="004564FE"/>
    <w:rsid w:val="00456840"/>
    <w:rsid w:val="00460BA6"/>
    <w:rsid w:val="0046407E"/>
    <w:rsid w:val="00465DD7"/>
    <w:rsid w:val="0046734F"/>
    <w:rsid w:val="00470465"/>
    <w:rsid w:val="004749A7"/>
    <w:rsid w:val="00474B1E"/>
    <w:rsid w:val="004804A4"/>
    <w:rsid w:val="00482921"/>
    <w:rsid w:val="00485DFA"/>
    <w:rsid w:val="00490896"/>
    <w:rsid w:val="004932E3"/>
    <w:rsid w:val="00494162"/>
    <w:rsid w:val="004A01AB"/>
    <w:rsid w:val="004A1AC8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C67A6"/>
    <w:rsid w:val="004C7173"/>
    <w:rsid w:val="004D1177"/>
    <w:rsid w:val="004D20BE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13C7"/>
    <w:rsid w:val="004F20FF"/>
    <w:rsid w:val="004F24BC"/>
    <w:rsid w:val="004F73E0"/>
    <w:rsid w:val="004F7D94"/>
    <w:rsid w:val="005004AF"/>
    <w:rsid w:val="00505FE3"/>
    <w:rsid w:val="00507465"/>
    <w:rsid w:val="00513213"/>
    <w:rsid w:val="005136D7"/>
    <w:rsid w:val="00516200"/>
    <w:rsid w:val="00520E46"/>
    <w:rsid w:val="00524844"/>
    <w:rsid w:val="00525C72"/>
    <w:rsid w:val="005302DE"/>
    <w:rsid w:val="005311D8"/>
    <w:rsid w:val="00531F75"/>
    <w:rsid w:val="005326F3"/>
    <w:rsid w:val="00533D38"/>
    <w:rsid w:val="00533D57"/>
    <w:rsid w:val="0053449E"/>
    <w:rsid w:val="00534895"/>
    <w:rsid w:val="00535D7E"/>
    <w:rsid w:val="00537A6E"/>
    <w:rsid w:val="00537CA8"/>
    <w:rsid w:val="0054053F"/>
    <w:rsid w:val="00543C85"/>
    <w:rsid w:val="0054789E"/>
    <w:rsid w:val="005478B7"/>
    <w:rsid w:val="00547C9A"/>
    <w:rsid w:val="005508FA"/>
    <w:rsid w:val="0055362E"/>
    <w:rsid w:val="00557D87"/>
    <w:rsid w:val="005629E6"/>
    <w:rsid w:val="00563C78"/>
    <w:rsid w:val="0056400E"/>
    <w:rsid w:val="00565943"/>
    <w:rsid w:val="00567E73"/>
    <w:rsid w:val="00570A6A"/>
    <w:rsid w:val="00572AA8"/>
    <w:rsid w:val="005760E0"/>
    <w:rsid w:val="00576D64"/>
    <w:rsid w:val="005807B2"/>
    <w:rsid w:val="005826F5"/>
    <w:rsid w:val="00582F8C"/>
    <w:rsid w:val="0058398E"/>
    <w:rsid w:val="00584D51"/>
    <w:rsid w:val="00585A19"/>
    <w:rsid w:val="00585F6D"/>
    <w:rsid w:val="00590173"/>
    <w:rsid w:val="00592CD3"/>
    <w:rsid w:val="0059390F"/>
    <w:rsid w:val="005B0E48"/>
    <w:rsid w:val="005B135B"/>
    <w:rsid w:val="005B4350"/>
    <w:rsid w:val="005B5A8A"/>
    <w:rsid w:val="005B77E6"/>
    <w:rsid w:val="005B7FD8"/>
    <w:rsid w:val="005C0216"/>
    <w:rsid w:val="005C27E3"/>
    <w:rsid w:val="005C3DF5"/>
    <w:rsid w:val="005C3E77"/>
    <w:rsid w:val="005C601D"/>
    <w:rsid w:val="005D0A1C"/>
    <w:rsid w:val="005D1121"/>
    <w:rsid w:val="005D3FC4"/>
    <w:rsid w:val="005D5093"/>
    <w:rsid w:val="005D5EE0"/>
    <w:rsid w:val="005D7F19"/>
    <w:rsid w:val="005E061B"/>
    <w:rsid w:val="005E4B5D"/>
    <w:rsid w:val="005E6E79"/>
    <w:rsid w:val="005F18E7"/>
    <w:rsid w:val="005F1F66"/>
    <w:rsid w:val="005F232C"/>
    <w:rsid w:val="005F2B98"/>
    <w:rsid w:val="005F2BD4"/>
    <w:rsid w:val="005F61B7"/>
    <w:rsid w:val="0060132F"/>
    <w:rsid w:val="00612004"/>
    <w:rsid w:val="00613C32"/>
    <w:rsid w:val="00613CBE"/>
    <w:rsid w:val="00614378"/>
    <w:rsid w:val="00616385"/>
    <w:rsid w:val="006237C6"/>
    <w:rsid w:val="00625A5D"/>
    <w:rsid w:val="00627BF1"/>
    <w:rsid w:val="00631B69"/>
    <w:rsid w:val="00635C3C"/>
    <w:rsid w:val="00636FA5"/>
    <w:rsid w:val="006410D2"/>
    <w:rsid w:val="00641BB7"/>
    <w:rsid w:val="00643D42"/>
    <w:rsid w:val="00645D4A"/>
    <w:rsid w:val="0064768B"/>
    <w:rsid w:val="00647D22"/>
    <w:rsid w:val="0065389B"/>
    <w:rsid w:val="00654D54"/>
    <w:rsid w:val="00656FF7"/>
    <w:rsid w:val="00665C96"/>
    <w:rsid w:val="006718CD"/>
    <w:rsid w:val="00672BE4"/>
    <w:rsid w:val="00673CE9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1E68"/>
    <w:rsid w:val="00692362"/>
    <w:rsid w:val="00693EB9"/>
    <w:rsid w:val="0069698B"/>
    <w:rsid w:val="006A1F47"/>
    <w:rsid w:val="006A54A3"/>
    <w:rsid w:val="006A5A16"/>
    <w:rsid w:val="006B3ED5"/>
    <w:rsid w:val="006C1143"/>
    <w:rsid w:val="006C13FF"/>
    <w:rsid w:val="006C148E"/>
    <w:rsid w:val="006C16FE"/>
    <w:rsid w:val="006C307E"/>
    <w:rsid w:val="006C3811"/>
    <w:rsid w:val="006C5139"/>
    <w:rsid w:val="006C5949"/>
    <w:rsid w:val="006D30BD"/>
    <w:rsid w:val="006D3AEE"/>
    <w:rsid w:val="006D420C"/>
    <w:rsid w:val="006D453E"/>
    <w:rsid w:val="006D7746"/>
    <w:rsid w:val="006D7EBA"/>
    <w:rsid w:val="006E128C"/>
    <w:rsid w:val="006E24CE"/>
    <w:rsid w:val="006E3535"/>
    <w:rsid w:val="006E50CD"/>
    <w:rsid w:val="006E5688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0690C"/>
    <w:rsid w:val="00711E28"/>
    <w:rsid w:val="0071673E"/>
    <w:rsid w:val="00717A24"/>
    <w:rsid w:val="007206B2"/>
    <w:rsid w:val="00722568"/>
    <w:rsid w:val="0072704A"/>
    <w:rsid w:val="007270CA"/>
    <w:rsid w:val="007273C9"/>
    <w:rsid w:val="007332F1"/>
    <w:rsid w:val="00735D89"/>
    <w:rsid w:val="00736B64"/>
    <w:rsid w:val="00737274"/>
    <w:rsid w:val="007403E1"/>
    <w:rsid w:val="00743A97"/>
    <w:rsid w:val="0074438F"/>
    <w:rsid w:val="0074447F"/>
    <w:rsid w:val="00747177"/>
    <w:rsid w:val="00751B82"/>
    <w:rsid w:val="007560F6"/>
    <w:rsid w:val="007568FA"/>
    <w:rsid w:val="00757AE4"/>
    <w:rsid w:val="00761B9C"/>
    <w:rsid w:val="00762401"/>
    <w:rsid w:val="007660EA"/>
    <w:rsid w:val="00771C16"/>
    <w:rsid w:val="00772C74"/>
    <w:rsid w:val="00773BCC"/>
    <w:rsid w:val="007743AB"/>
    <w:rsid w:val="00774E52"/>
    <w:rsid w:val="0077632A"/>
    <w:rsid w:val="007773AA"/>
    <w:rsid w:val="0078250B"/>
    <w:rsid w:val="00784851"/>
    <w:rsid w:val="0078571D"/>
    <w:rsid w:val="00792518"/>
    <w:rsid w:val="0079669B"/>
    <w:rsid w:val="00796ACD"/>
    <w:rsid w:val="007A000E"/>
    <w:rsid w:val="007A21D5"/>
    <w:rsid w:val="007A2BFD"/>
    <w:rsid w:val="007A5627"/>
    <w:rsid w:val="007A6430"/>
    <w:rsid w:val="007A6D57"/>
    <w:rsid w:val="007B19FE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5CA7"/>
    <w:rsid w:val="007D659A"/>
    <w:rsid w:val="007E2141"/>
    <w:rsid w:val="007E2C44"/>
    <w:rsid w:val="007E3C4C"/>
    <w:rsid w:val="007E566D"/>
    <w:rsid w:val="007F2E07"/>
    <w:rsid w:val="007F426B"/>
    <w:rsid w:val="007F4FF2"/>
    <w:rsid w:val="007F6004"/>
    <w:rsid w:val="00807E6A"/>
    <w:rsid w:val="00812F9B"/>
    <w:rsid w:val="008173E1"/>
    <w:rsid w:val="00820653"/>
    <w:rsid w:val="00823BF5"/>
    <w:rsid w:val="00825901"/>
    <w:rsid w:val="008271C4"/>
    <w:rsid w:val="00827B7C"/>
    <w:rsid w:val="008334A5"/>
    <w:rsid w:val="00835676"/>
    <w:rsid w:val="00837268"/>
    <w:rsid w:val="00841133"/>
    <w:rsid w:val="008453BC"/>
    <w:rsid w:val="008459BF"/>
    <w:rsid w:val="00845B7E"/>
    <w:rsid w:val="0084624E"/>
    <w:rsid w:val="008468B2"/>
    <w:rsid w:val="00850745"/>
    <w:rsid w:val="0085363C"/>
    <w:rsid w:val="0085415A"/>
    <w:rsid w:val="0086050B"/>
    <w:rsid w:val="00860CEA"/>
    <w:rsid w:val="00863355"/>
    <w:rsid w:val="00864B68"/>
    <w:rsid w:val="00867350"/>
    <w:rsid w:val="00867C4B"/>
    <w:rsid w:val="008779F0"/>
    <w:rsid w:val="00883DAC"/>
    <w:rsid w:val="008862BE"/>
    <w:rsid w:val="00887B9A"/>
    <w:rsid w:val="00887BFF"/>
    <w:rsid w:val="008903C7"/>
    <w:rsid w:val="00892448"/>
    <w:rsid w:val="00892576"/>
    <w:rsid w:val="00892D6E"/>
    <w:rsid w:val="008943DC"/>
    <w:rsid w:val="00895865"/>
    <w:rsid w:val="008A0B56"/>
    <w:rsid w:val="008A2535"/>
    <w:rsid w:val="008A2C3A"/>
    <w:rsid w:val="008A41B9"/>
    <w:rsid w:val="008A58C7"/>
    <w:rsid w:val="008A7EF6"/>
    <w:rsid w:val="008B218C"/>
    <w:rsid w:val="008C4480"/>
    <w:rsid w:val="008C66A7"/>
    <w:rsid w:val="008C70D7"/>
    <w:rsid w:val="008C7506"/>
    <w:rsid w:val="008D4D6C"/>
    <w:rsid w:val="008D6B9E"/>
    <w:rsid w:val="008E16BC"/>
    <w:rsid w:val="008E3132"/>
    <w:rsid w:val="008E48A3"/>
    <w:rsid w:val="008E553D"/>
    <w:rsid w:val="008E57F4"/>
    <w:rsid w:val="008E6925"/>
    <w:rsid w:val="008E699D"/>
    <w:rsid w:val="008E7650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15D7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3FCA"/>
    <w:rsid w:val="00934762"/>
    <w:rsid w:val="00937D6B"/>
    <w:rsid w:val="00937FEE"/>
    <w:rsid w:val="00941262"/>
    <w:rsid w:val="009413E9"/>
    <w:rsid w:val="00943895"/>
    <w:rsid w:val="009440DC"/>
    <w:rsid w:val="0094499A"/>
    <w:rsid w:val="00945B6A"/>
    <w:rsid w:val="00946241"/>
    <w:rsid w:val="009464E7"/>
    <w:rsid w:val="00946D7A"/>
    <w:rsid w:val="00951576"/>
    <w:rsid w:val="009531D8"/>
    <w:rsid w:val="009574A1"/>
    <w:rsid w:val="00961633"/>
    <w:rsid w:val="0096246F"/>
    <w:rsid w:val="00964EAA"/>
    <w:rsid w:val="00966602"/>
    <w:rsid w:val="009725E7"/>
    <w:rsid w:val="009748B7"/>
    <w:rsid w:val="00974FCD"/>
    <w:rsid w:val="0097650B"/>
    <w:rsid w:val="00982D73"/>
    <w:rsid w:val="009834F1"/>
    <w:rsid w:val="00984578"/>
    <w:rsid w:val="00985A59"/>
    <w:rsid w:val="00985B00"/>
    <w:rsid w:val="00985BF3"/>
    <w:rsid w:val="009866EA"/>
    <w:rsid w:val="009901FB"/>
    <w:rsid w:val="00990AB2"/>
    <w:rsid w:val="00990E08"/>
    <w:rsid w:val="0099284E"/>
    <w:rsid w:val="00995856"/>
    <w:rsid w:val="00995885"/>
    <w:rsid w:val="00997710"/>
    <w:rsid w:val="00997D28"/>
    <w:rsid w:val="009A1E2B"/>
    <w:rsid w:val="009B21AB"/>
    <w:rsid w:val="009B3DDB"/>
    <w:rsid w:val="009B623C"/>
    <w:rsid w:val="009B765A"/>
    <w:rsid w:val="009C037D"/>
    <w:rsid w:val="009C03D1"/>
    <w:rsid w:val="009C128A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7838"/>
    <w:rsid w:val="009F03D8"/>
    <w:rsid w:val="009F3638"/>
    <w:rsid w:val="009F42DE"/>
    <w:rsid w:val="009F459A"/>
    <w:rsid w:val="009F4DE3"/>
    <w:rsid w:val="009F61D9"/>
    <w:rsid w:val="009F7AD1"/>
    <w:rsid w:val="00A00280"/>
    <w:rsid w:val="00A00D87"/>
    <w:rsid w:val="00A01FA4"/>
    <w:rsid w:val="00A03AE0"/>
    <w:rsid w:val="00A047EB"/>
    <w:rsid w:val="00A04AFC"/>
    <w:rsid w:val="00A07303"/>
    <w:rsid w:val="00A148B5"/>
    <w:rsid w:val="00A17610"/>
    <w:rsid w:val="00A2504C"/>
    <w:rsid w:val="00A27CDD"/>
    <w:rsid w:val="00A30116"/>
    <w:rsid w:val="00A3437F"/>
    <w:rsid w:val="00A372B5"/>
    <w:rsid w:val="00A3732B"/>
    <w:rsid w:val="00A419BF"/>
    <w:rsid w:val="00A42324"/>
    <w:rsid w:val="00A426DC"/>
    <w:rsid w:val="00A42A58"/>
    <w:rsid w:val="00A42AF6"/>
    <w:rsid w:val="00A44F76"/>
    <w:rsid w:val="00A45F4D"/>
    <w:rsid w:val="00A57C86"/>
    <w:rsid w:val="00A63D80"/>
    <w:rsid w:val="00A641AB"/>
    <w:rsid w:val="00A662D9"/>
    <w:rsid w:val="00A737A1"/>
    <w:rsid w:val="00A8005F"/>
    <w:rsid w:val="00A8203D"/>
    <w:rsid w:val="00A8327F"/>
    <w:rsid w:val="00A83CA9"/>
    <w:rsid w:val="00A8655B"/>
    <w:rsid w:val="00A878B4"/>
    <w:rsid w:val="00A931D4"/>
    <w:rsid w:val="00A9339A"/>
    <w:rsid w:val="00A93BB8"/>
    <w:rsid w:val="00A95269"/>
    <w:rsid w:val="00A96F84"/>
    <w:rsid w:val="00AA24FA"/>
    <w:rsid w:val="00AA51BF"/>
    <w:rsid w:val="00AB1672"/>
    <w:rsid w:val="00AB2BC3"/>
    <w:rsid w:val="00AB5442"/>
    <w:rsid w:val="00AB6B1C"/>
    <w:rsid w:val="00AB7E24"/>
    <w:rsid w:val="00AC6AAC"/>
    <w:rsid w:val="00AD3FD3"/>
    <w:rsid w:val="00AD737B"/>
    <w:rsid w:val="00AF56D2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6348"/>
    <w:rsid w:val="00B27FBE"/>
    <w:rsid w:val="00B30ED7"/>
    <w:rsid w:val="00B31D09"/>
    <w:rsid w:val="00B347E5"/>
    <w:rsid w:val="00B35DF4"/>
    <w:rsid w:val="00B36D2A"/>
    <w:rsid w:val="00B3729C"/>
    <w:rsid w:val="00B4215F"/>
    <w:rsid w:val="00B42200"/>
    <w:rsid w:val="00B425EC"/>
    <w:rsid w:val="00B43DC2"/>
    <w:rsid w:val="00B4731F"/>
    <w:rsid w:val="00B50E75"/>
    <w:rsid w:val="00B54CE2"/>
    <w:rsid w:val="00B552B8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327A"/>
    <w:rsid w:val="00B839E6"/>
    <w:rsid w:val="00B857DE"/>
    <w:rsid w:val="00B85A56"/>
    <w:rsid w:val="00B91CF9"/>
    <w:rsid w:val="00BA0052"/>
    <w:rsid w:val="00BA3E36"/>
    <w:rsid w:val="00BA4C69"/>
    <w:rsid w:val="00BA5457"/>
    <w:rsid w:val="00BA5475"/>
    <w:rsid w:val="00BA5A14"/>
    <w:rsid w:val="00BB041F"/>
    <w:rsid w:val="00BB0B0B"/>
    <w:rsid w:val="00BB0BC8"/>
    <w:rsid w:val="00BB2773"/>
    <w:rsid w:val="00BB48A2"/>
    <w:rsid w:val="00BB5E62"/>
    <w:rsid w:val="00BC3852"/>
    <w:rsid w:val="00BC3EC9"/>
    <w:rsid w:val="00BC5199"/>
    <w:rsid w:val="00BD374D"/>
    <w:rsid w:val="00BD4E60"/>
    <w:rsid w:val="00BD622D"/>
    <w:rsid w:val="00BD64C8"/>
    <w:rsid w:val="00BD6CD1"/>
    <w:rsid w:val="00BD6DE5"/>
    <w:rsid w:val="00BD751B"/>
    <w:rsid w:val="00BD7B2F"/>
    <w:rsid w:val="00BE003A"/>
    <w:rsid w:val="00BE0723"/>
    <w:rsid w:val="00BE5DAB"/>
    <w:rsid w:val="00BE79D0"/>
    <w:rsid w:val="00BF0007"/>
    <w:rsid w:val="00BF4E72"/>
    <w:rsid w:val="00BF5BF2"/>
    <w:rsid w:val="00BF61F1"/>
    <w:rsid w:val="00C048C7"/>
    <w:rsid w:val="00C06652"/>
    <w:rsid w:val="00C14A19"/>
    <w:rsid w:val="00C20093"/>
    <w:rsid w:val="00C2205E"/>
    <w:rsid w:val="00C22F8B"/>
    <w:rsid w:val="00C24A95"/>
    <w:rsid w:val="00C26D0C"/>
    <w:rsid w:val="00C31A90"/>
    <w:rsid w:val="00C31C9A"/>
    <w:rsid w:val="00C35BED"/>
    <w:rsid w:val="00C36BEF"/>
    <w:rsid w:val="00C37D7F"/>
    <w:rsid w:val="00C40C00"/>
    <w:rsid w:val="00C4112F"/>
    <w:rsid w:val="00C4298D"/>
    <w:rsid w:val="00C4396F"/>
    <w:rsid w:val="00C4492B"/>
    <w:rsid w:val="00C50EBA"/>
    <w:rsid w:val="00C50F17"/>
    <w:rsid w:val="00C55503"/>
    <w:rsid w:val="00C61650"/>
    <w:rsid w:val="00C65EF4"/>
    <w:rsid w:val="00C70502"/>
    <w:rsid w:val="00C714E4"/>
    <w:rsid w:val="00C720D4"/>
    <w:rsid w:val="00C725BF"/>
    <w:rsid w:val="00C730F7"/>
    <w:rsid w:val="00C77035"/>
    <w:rsid w:val="00C7711D"/>
    <w:rsid w:val="00C77BD7"/>
    <w:rsid w:val="00C8073C"/>
    <w:rsid w:val="00C85E9C"/>
    <w:rsid w:val="00C9147A"/>
    <w:rsid w:val="00C92E91"/>
    <w:rsid w:val="00C950DB"/>
    <w:rsid w:val="00C95331"/>
    <w:rsid w:val="00C97AE4"/>
    <w:rsid w:val="00CA041B"/>
    <w:rsid w:val="00CA1654"/>
    <w:rsid w:val="00CA2B66"/>
    <w:rsid w:val="00CA7C1B"/>
    <w:rsid w:val="00CB1A8D"/>
    <w:rsid w:val="00CC18B5"/>
    <w:rsid w:val="00CC1CA3"/>
    <w:rsid w:val="00CC51D1"/>
    <w:rsid w:val="00CD332C"/>
    <w:rsid w:val="00CD5BE2"/>
    <w:rsid w:val="00CE2C34"/>
    <w:rsid w:val="00CE2E05"/>
    <w:rsid w:val="00CE30F9"/>
    <w:rsid w:val="00CE3931"/>
    <w:rsid w:val="00CE6981"/>
    <w:rsid w:val="00CF0425"/>
    <w:rsid w:val="00CF2382"/>
    <w:rsid w:val="00CF5798"/>
    <w:rsid w:val="00CF6541"/>
    <w:rsid w:val="00CF67AD"/>
    <w:rsid w:val="00CF69F0"/>
    <w:rsid w:val="00CF7ECF"/>
    <w:rsid w:val="00D00639"/>
    <w:rsid w:val="00D01008"/>
    <w:rsid w:val="00D01298"/>
    <w:rsid w:val="00D06B89"/>
    <w:rsid w:val="00D0770E"/>
    <w:rsid w:val="00D07759"/>
    <w:rsid w:val="00D10A16"/>
    <w:rsid w:val="00D147C7"/>
    <w:rsid w:val="00D175FD"/>
    <w:rsid w:val="00D17B47"/>
    <w:rsid w:val="00D2093F"/>
    <w:rsid w:val="00D21526"/>
    <w:rsid w:val="00D22168"/>
    <w:rsid w:val="00D258A4"/>
    <w:rsid w:val="00D339E4"/>
    <w:rsid w:val="00D33AB4"/>
    <w:rsid w:val="00D365BD"/>
    <w:rsid w:val="00D37259"/>
    <w:rsid w:val="00D372E9"/>
    <w:rsid w:val="00D41F57"/>
    <w:rsid w:val="00D41F86"/>
    <w:rsid w:val="00D42892"/>
    <w:rsid w:val="00D51B92"/>
    <w:rsid w:val="00D52368"/>
    <w:rsid w:val="00D53B47"/>
    <w:rsid w:val="00D53D1E"/>
    <w:rsid w:val="00D54830"/>
    <w:rsid w:val="00D549A8"/>
    <w:rsid w:val="00D54BE5"/>
    <w:rsid w:val="00D55DA9"/>
    <w:rsid w:val="00D569BC"/>
    <w:rsid w:val="00D60C4F"/>
    <w:rsid w:val="00D624E3"/>
    <w:rsid w:val="00D639CE"/>
    <w:rsid w:val="00D6462F"/>
    <w:rsid w:val="00D73C0F"/>
    <w:rsid w:val="00D767CD"/>
    <w:rsid w:val="00D77B63"/>
    <w:rsid w:val="00D85E90"/>
    <w:rsid w:val="00D90D47"/>
    <w:rsid w:val="00D92D50"/>
    <w:rsid w:val="00D94929"/>
    <w:rsid w:val="00D95252"/>
    <w:rsid w:val="00D959E1"/>
    <w:rsid w:val="00DA09BE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0F8A"/>
    <w:rsid w:val="00DF14FD"/>
    <w:rsid w:val="00DF2888"/>
    <w:rsid w:val="00DF2A04"/>
    <w:rsid w:val="00DF532F"/>
    <w:rsid w:val="00DF7D66"/>
    <w:rsid w:val="00E005B5"/>
    <w:rsid w:val="00E00922"/>
    <w:rsid w:val="00E009BF"/>
    <w:rsid w:val="00E01C96"/>
    <w:rsid w:val="00E01DAD"/>
    <w:rsid w:val="00E050AC"/>
    <w:rsid w:val="00E12001"/>
    <w:rsid w:val="00E16CE2"/>
    <w:rsid w:val="00E20266"/>
    <w:rsid w:val="00E220B9"/>
    <w:rsid w:val="00E317B8"/>
    <w:rsid w:val="00E3187E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5FF7"/>
    <w:rsid w:val="00E864D6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224F"/>
    <w:rsid w:val="00ED30BE"/>
    <w:rsid w:val="00ED5F84"/>
    <w:rsid w:val="00EE1F13"/>
    <w:rsid w:val="00EE2596"/>
    <w:rsid w:val="00EE31F3"/>
    <w:rsid w:val="00EE686E"/>
    <w:rsid w:val="00EE6958"/>
    <w:rsid w:val="00EF2781"/>
    <w:rsid w:val="00EF3BAE"/>
    <w:rsid w:val="00EF3D3A"/>
    <w:rsid w:val="00EF66A6"/>
    <w:rsid w:val="00F016AC"/>
    <w:rsid w:val="00F01EAD"/>
    <w:rsid w:val="00F02DC4"/>
    <w:rsid w:val="00F03115"/>
    <w:rsid w:val="00F034AD"/>
    <w:rsid w:val="00F04949"/>
    <w:rsid w:val="00F072E8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47AEA"/>
    <w:rsid w:val="00F50748"/>
    <w:rsid w:val="00F53DCD"/>
    <w:rsid w:val="00F57C69"/>
    <w:rsid w:val="00F63A26"/>
    <w:rsid w:val="00F644D9"/>
    <w:rsid w:val="00F65F88"/>
    <w:rsid w:val="00F73A25"/>
    <w:rsid w:val="00F74345"/>
    <w:rsid w:val="00F83E83"/>
    <w:rsid w:val="00F84816"/>
    <w:rsid w:val="00F87E48"/>
    <w:rsid w:val="00F96612"/>
    <w:rsid w:val="00FA68AD"/>
    <w:rsid w:val="00FB174E"/>
    <w:rsid w:val="00FB190B"/>
    <w:rsid w:val="00FB67AC"/>
    <w:rsid w:val="00FB6F25"/>
    <w:rsid w:val="00FC3299"/>
    <w:rsid w:val="00FC56BC"/>
    <w:rsid w:val="00FC5C62"/>
    <w:rsid w:val="00FC684D"/>
    <w:rsid w:val="00FD2802"/>
    <w:rsid w:val="00FD5124"/>
    <w:rsid w:val="00FD6FE6"/>
    <w:rsid w:val="00FD77E6"/>
    <w:rsid w:val="00FE097C"/>
    <w:rsid w:val="00FE1920"/>
    <w:rsid w:val="00FE19B2"/>
    <w:rsid w:val="00FE1AFC"/>
    <w:rsid w:val="00FE2980"/>
    <w:rsid w:val="00FE4F7C"/>
    <w:rsid w:val="00FF097E"/>
    <w:rsid w:val="00FF3518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infopath/2007/PartnerControls"/>
    <ds:schemaRef ds:uri="http://www.w3.org/XML/1998/namespace"/>
    <ds:schemaRef ds:uri="$ListId:SzablonyDokumentow;"/>
    <ds:schemaRef ds:uri="http://purl.org/dc/terms/"/>
    <ds:schemaRef ds:uri="24013cd9-d7a6-4e0b-bde9-b4174ed491f6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DAD42-1641-464E-AA3A-B1E15297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Szablon pisma eP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Mazur Agnieszka</dc:creator>
  <cp:lastModifiedBy>Pawlik Urszula</cp:lastModifiedBy>
  <cp:revision>2</cp:revision>
  <cp:lastPrinted>2024-11-05T11:14:00Z</cp:lastPrinted>
  <dcterms:created xsi:type="dcterms:W3CDTF">2025-11-24T09:51:00Z</dcterms:created>
  <dcterms:modified xsi:type="dcterms:W3CDTF">2025-11-24T09:51:00Z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InformacjePubliczneInformacjeSektoraPublicznego</vt:lpwstr>
  </property>
  <property fmtid="{D5CDD505-2E9C-101B-9397-08002B2CF9AE}" pid="56" name="MFClassifiedBy">
    <vt:lpwstr>UxC4dwLulzfINJ8nQH+xvX5LNGipWa4BRSZhPgxsCvnGhqLyExjOqqBXM2pV+fJj0DMOd0FAnQ76IaLsWm2Slw==</vt:lpwstr>
  </property>
  <property fmtid="{D5CDD505-2E9C-101B-9397-08002B2CF9AE}" pid="57" name="MFClassificationDate">
    <vt:lpwstr>2023-11-13T14:51:09.6725135+01:00</vt:lpwstr>
  </property>
  <property fmtid="{D5CDD505-2E9C-101B-9397-08002B2CF9AE}" pid="58" name="MFClassifiedBySID">
    <vt:lpwstr>UxC4dwLulzfINJ8nQH+xvX5LNGipWa4BRSZhPgxsCvm42mrIC/DSDv0ggS+FjUN/2v1BBotkLlY5aAiEhoi6uQgVZsiGPZJjF/HWt3fVUkp1SpdTkhNnuEJ4N/0zkiQU</vt:lpwstr>
  </property>
  <property fmtid="{D5CDD505-2E9C-101B-9397-08002B2CF9AE}" pid="59" name="MFGRNItemId">
    <vt:lpwstr>GRN-e7fa07ca-1318-48af-8e4a-0c2e72e4e424</vt:lpwstr>
  </property>
  <property fmtid="{D5CDD505-2E9C-101B-9397-08002B2CF9AE}" pid="60" name="MFHash">
    <vt:lpwstr>mGjLLEJYNH1ukc640VyO2X5anzkEp4NSewBlCb8mZf0=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